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DCB6F" w14:textId="1CBBFF6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C212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5731A3" w14:textId="0C510F13" w:rsidR="0085747A" w:rsidRPr="004D1A01" w:rsidRDefault="0071620A" w:rsidP="004D1A01">
      <w:pPr>
        <w:spacing w:after="0" w:line="240" w:lineRule="exact"/>
        <w:jc w:val="center"/>
        <w:rPr>
          <w:b/>
          <w:smallCaps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9374B">
        <w:rPr>
          <w:smallCaps/>
          <w:szCs w:val="24"/>
        </w:rPr>
        <w:t>2022-2027</w:t>
      </w:r>
    </w:p>
    <w:p w14:paraId="5F180F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225621" w14:textId="1C37E1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5392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4D1A01">
        <w:rPr>
          <w:rFonts w:ascii="Corbel" w:hAnsi="Corbel"/>
          <w:sz w:val="20"/>
          <w:szCs w:val="20"/>
        </w:rPr>
        <w:t>202</w:t>
      </w:r>
      <w:r w:rsidR="00545164">
        <w:rPr>
          <w:rFonts w:ascii="Corbel" w:hAnsi="Corbel"/>
          <w:sz w:val="20"/>
          <w:szCs w:val="20"/>
        </w:rPr>
        <w:t>5</w:t>
      </w:r>
      <w:r w:rsidR="0069374B">
        <w:rPr>
          <w:rFonts w:ascii="Corbel" w:hAnsi="Corbel"/>
          <w:sz w:val="20"/>
          <w:szCs w:val="20"/>
        </w:rPr>
        <w:t>/2026</w:t>
      </w:r>
    </w:p>
    <w:p w14:paraId="754F0E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DCB4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68DE93" w14:textId="77777777" w:rsidTr="00B819C8">
        <w:tc>
          <w:tcPr>
            <w:tcW w:w="2694" w:type="dxa"/>
            <w:vAlign w:val="center"/>
          </w:tcPr>
          <w:p w14:paraId="51FE5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22C83F" w14:textId="46175E63" w:rsidR="0085747A" w:rsidRPr="00525B2B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5B2B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</w:p>
        </w:tc>
      </w:tr>
      <w:tr w:rsidR="0085747A" w:rsidRPr="009C54AE" w14:paraId="40F902B0" w14:textId="77777777" w:rsidTr="00B819C8">
        <w:tc>
          <w:tcPr>
            <w:tcW w:w="2694" w:type="dxa"/>
            <w:vAlign w:val="center"/>
          </w:tcPr>
          <w:p w14:paraId="152F5E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5372E53" w14:textId="58CAF1EB" w:rsidR="0085747A" w:rsidRPr="0053415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01DF2DD" w14:textId="77777777" w:rsidTr="00B819C8">
        <w:tc>
          <w:tcPr>
            <w:tcW w:w="2694" w:type="dxa"/>
            <w:vAlign w:val="center"/>
          </w:tcPr>
          <w:p w14:paraId="2BE9004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BCF55F" w14:textId="51AAC3A3" w:rsidR="0085747A" w:rsidRPr="004D1A01" w:rsidRDefault="003E7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A01" w:rsidRPr="009C54AE" w14:paraId="0A037BFB" w14:textId="77777777" w:rsidTr="00B819C8">
        <w:tc>
          <w:tcPr>
            <w:tcW w:w="2694" w:type="dxa"/>
            <w:vAlign w:val="center"/>
          </w:tcPr>
          <w:p w14:paraId="17FAC85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E4E3CA" w14:textId="1B420900" w:rsidR="004D1A01" w:rsidRPr="004D1A01" w:rsidRDefault="004D1A01" w:rsidP="004D1A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 w:rsidR="003E7AE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 Nauk Prawnych</w:t>
            </w:r>
          </w:p>
        </w:tc>
      </w:tr>
      <w:tr w:rsidR="004D1A01" w:rsidRPr="009C54AE" w14:paraId="2F6DF7B7" w14:textId="77777777" w:rsidTr="00B819C8">
        <w:tc>
          <w:tcPr>
            <w:tcW w:w="2694" w:type="dxa"/>
            <w:vAlign w:val="center"/>
          </w:tcPr>
          <w:p w14:paraId="42B80FAD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3E346D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D1A01" w:rsidRPr="009C54AE" w14:paraId="438731C4" w14:textId="77777777" w:rsidTr="00B819C8">
        <w:tc>
          <w:tcPr>
            <w:tcW w:w="2694" w:type="dxa"/>
            <w:vAlign w:val="center"/>
          </w:tcPr>
          <w:p w14:paraId="28C4F136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667445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D1A01" w:rsidRPr="009C54AE" w14:paraId="32903509" w14:textId="77777777" w:rsidTr="00B819C8">
        <w:tc>
          <w:tcPr>
            <w:tcW w:w="2694" w:type="dxa"/>
            <w:vAlign w:val="center"/>
          </w:tcPr>
          <w:p w14:paraId="348CF69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DD8050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D1A01" w:rsidRPr="009C54AE" w14:paraId="388ACA76" w14:textId="77777777" w:rsidTr="00B819C8">
        <w:tc>
          <w:tcPr>
            <w:tcW w:w="2694" w:type="dxa"/>
            <w:vAlign w:val="center"/>
          </w:tcPr>
          <w:p w14:paraId="614F680B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75CAA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D1A01" w:rsidRPr="009C54AE" w14:paraId="4BE6EEFD" w14:textId="77777777" w:rsidTr="00B819C8">
        <w:tc>
          <w:tcPr>
            <w:tcW w:w="2694" w:type="dxa"/>
            <w:vAlign w:val="center"/>
          </w:tcPr>
          <w:p w14:paraId="3F85EF81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41EB27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4D1A01" w:rsidRPr="009C54AE" w14:paraId="1A49E4A9" w14:textId="77777777" w:rsidTr="00B819C8">
        <w:tc>
          <w:tcPr>
            <w:tcW w:w="2694" w:type="dxa"/>
            <w:vAlign w:val="center"/>
          </w:tcPr>
          <w:p w14:paraId="756B461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6D9716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1A01" w:rsidRPr="009C54AE" w14:paraId="7DBEDB84" w14:textId="77777777" w:rsidTr="00B819C8">
        <w:tc>
          <w:tcPr>
            <w:tcW w:w="2694" w:type="dxa"/>
            <w:vAlign w:val="center"/>
          </w:tcPr>
          <w:p w14:paraId="1FD5EDAE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BEE38" w14:textId="77777777" w:rsidR="004D1A01" w:rsidRPr="009C54AE" w:rsidRDefault="00044130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415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A01" w:rsidRPr="009C54AE" w14:paraId="41EBD2D7" w14:textId="77777777" w:rsidTr="00B819C8">
        <w:tc>
          <w:tcPr>
            <w:tcW w:w="2694" w:type="dxa"/>
            <w:vAlign w:val="center"/>
          </w:tcPr>
          <w:p w14:paraId="1DF85CD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0EE173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D1A01" w:rsidRPr="009C54AE" w14:paraId="6672B94B" w14:textId="77777777" w:rsidTr="00B819C8">
        <w:tc>
          <w:tcPr>
            <w:tcW w:w="2694" w:type="dxa"/>
            <w:vAlign w:val="center"/>
          </w:tcPr>
          <w:p w14:paraId="0F0468B0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0CE9A" w14:textId="1F59AD09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UR, dr Maria Bosak-Sojka,</w:t>
            </w:r>
            <w:r w:rsidR="003E7AEF">
              <w:rPr>
                <w:rFonts w:ascii="Corbel" w:hAnsi="Corbel"/>
                <w:b w:val="0"/>
                <w:sz w:val="24"/>
                <w:szCs w:val="24"/>
              </w:rPr>
              <w:t xml:space="preserve"> prof. UR, </w:t>
            </w:r>
            <w:r w:rsidR="00CF1BCD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E7AEF">
              <w:rPr>
                <w:rFonts w:ascii="Corbel" w:hAnsi="Corbel"/>
                <w:b w:val="0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Michał Skóra</w:t>
            </w:r>
          </w:p>
        </w:tc>
      </w:tr>
    </w:tbl>
    <w:p w14:paraId="5A3B59CC" w14:textId="77777777" w:rsidR="0085747A" w:rsidRPr="009C54AE" w:rsidRDefault="0085747A" w:rsidP="00CF1BCD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F0C200" w14:textId="77777777" w:rsidR="00923D7D" w:rsidRPr="009C54AE" w:rsidRDefault="00923D7D" w:rsidP="00CF1BC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4F3A23" w14:textId="30A0C7D6" w:rsidR="0085747A" w:rsidRPr="009C54AE" w:rsidRDefault="00CF1BCD" w:rsidP="00CF1BCD">
      <w:pPr>
        <w:pStyle w:val="Podpunkty"/>
        <w:ind w:left="284"/>
        <w:rPr>
          <w:rFonts w:ascii="Corbel" w:hAnsi="Corbel"/>
          <w:sz w:val="24"/>
          <w:szCs w:val="24"/>
        </w:rPr>
      </w:pPr>
      <w:r w:rsidRPr="00CF1BCD">
        <w:rPr>
          <w:rFonts w:ascii="Corbel" w:hAnsi="Corbel"/>
          <w:b w:val="0"/>
          <w:sz w:val="24"/>
          <w:szCs w:val="24"/>
        </w:rPr>
        <w:t>1.</w:t>
      </w:r>
      <w:r>
        <w:rPr>
          <w:rFonts w:ascii="Corbel" w:hAnsi="Corbel"/>
          <w:sz w:val="24"/>
          <w:szCs w:val="24"/>
        </w:rPr>
        <w:t xml:space="preserve">1. </w:t>
      </w:r>
      <w:r w:rsidR="0085747A"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6763D24" w14:textId="77777777" w:rsidR="00923D7D" w:rsidRPr="009C54AE" w:rsidRDefault="00923D7D" w:rsidP="00CF1B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8345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3B44" w14:textId="77777777" w:rsidR="00015B8F" w:rsidRDefault="00015B8F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324120" w14:textId="77777777" w:rsidR="00015B8F" w:rsidRPr="009C54AE" w:rsidRDefault="002B5EA0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1C8E" w14:textId="77777777" w:rsidR="00015B8F" w:rsidRPr="009C54AE" w:rsidRDefault="00015B8F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2DD7" w14:textId="77777777" w:rsidR="00015B8F" w:rsidRPr="009C54AE" w:rsidRDefault="00015B8F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72A9" w14:textId="77777777" w:rsidR="00015B8F" w:rsidRPr="009C54AE" w:rsidRDefault="00015B8F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AA44" w14:textId="77777777" w:rsidR="00015B8F" w:rsidRPr="009C54AE" w:rsidRDefault="00015B8F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C99F" w14:textId="77777777" w:rsidR="00015B8F" w:rsidRPr="009C54AE" w:rsidRDefault="00015B8F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A736" w14:textId="77777777" w:rsidR="00015B8F" w:rsidRPr="009C54AE" w:rsidRDefault="00015B8F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A347" w14:textId="77777777" w:rsidR="00015B8F" w:rsidRPr="009C54AE" w:rsidRDefault="00015B8F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9A68" w14:textId="77777777" w:rsidR="00015B8F" w:rsidRPr="009C54AE" w:rsidRDefault="00015B8F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69CA" w14:textId="77777777" w:rsidR="00015B8F" w:rsidRPr="009C54AE" w:rsidRDefault="00015B8F" w:rsidP="00CF1BC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956D38" w14:textId="77777777" w:rsidTr="00CF1BC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ABCD" w14:textId="77777777" w:rsidR="00015B8F" w:rsidRPr="009C54AE" w:rsidRDefault="00534156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81CF" w14:textId="644F6346" w:rsidR="00015B8F" w:rsidRPr="009C54AE" w:rsidRDefault="00C83B5A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DBB" w14:textId="77777777" w:rsidR="00015B8F" w:rsidRPr="009C54AE" w:rsidRDefault="00534156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9602" w14:textId="77777777" w:rsidR="00015B8F" w:rsidRPr="009C54AE" w:rsidRDefault="00015B8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19D" w14:textId="77777777" w:rsidR="00015B8F" w:rsidRPr="009C54AE" w:rsidRDefault="00015B8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E112" w14:textId="77777777" w:rsidR="00015B8F" w:rsidRPr="009C54AE" w:rsidRDefault="00015B8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961" w14:textId="77777777" w:rsidR="00015B8F" w:rsidRPr="009C54AE" w:rsidRDefault="00015B8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7722" w14:textId="77777777" w:rsidR="00015B8F" w:rsidRPr="009C54AE" w:rsidRDefault="00015B8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27CD" w14:textId="77777777" w:rsidR="00015B8F" w:rsidRPr="009C54AE" w:rsidRDefault="00015B8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8BC8" w14:textId="6AE6B2C8" w:rsidR="00015B8F" w:rsidRPr="009C54AE" w:rsidRDefault="00C83B5A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A4E5758" w14:textId="77777777" w:rsidTr="00CF1BC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D709" w14:textId="77777777" w:rsidR="0030395F" w:rsidRPr="009C54AE" w:rsidRDefault="00534156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3801" w14:textId="4578A631" w:rsidR="0030395F" w:rsidRPr="009C54AE" w:rsidRDefault="00C83B5A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5FFF" w14:textId="77777777" w:rsidR="0030395F" w:rsidRPr="009C54AE" w:rsidRDefault="00534156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871D" w14:textId="77777777" w:rsidR="0030395F" w:rsidRPr="009C54AE" w:rsidRDefault="0030395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3655" w14:textId="77777777" w:rsidR="0030395F" w:rsidRPr="009C54AE" w:rsidRDefault="0030395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29B4" w14:textId="77777777" w:rsidR="0030395F" w:rsidRPr="009C54AE" w:rsidRDefault="0030395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BB86" w14:textId="77777777" w:rsidR="0030395F" w:rsidRPr="009C54AE" w:rsidRDefault="0030395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FB6B" w14:textId="77777777" w:rsidR="0030395F" w:rsidRPr="009C54AE" w:rsidRDefault="0030395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F589" w14:textId="77777777" w:rsidR="0030395F" w:rsidRPr="009C54AE" w:rsidRDefault="0030395F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756B" w14:textId="77777777" w:rsidR="0030395F" w:rsidRPr="009C54AE" w:rsidRDefault="00534156" w:rsidP="00CF1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65F4CF" w14:textId="77777777" w:rsidR="00923D7D" w:rsidRPr="009C54AE" w:rsidRDefault="00923D7D" w:rsidP="00CF1B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6DACB2" w14:textId="3630A7FB" w:rsidR="0085747A" w:rsidRDefault="0085747A" w:rsidP="00CF1B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09857DA0" w14:textId="77777777" w:rsidR="00CF1BCD" w:rsidRPr="009C54AE" w:rsidRDefault="00CF1BCD" w:rsidP="00CF1B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7207B" w14:textId="44DBCEFD" w:rsidR="0085747A" w:rsidRPr="00A12D61" w:rsidRDefault="0085747A" w:rsidP="00CF1BC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12D61">
        <w:rPr>
          <w:rFonts w:ascii="Corbel" w:hAnsi="Corbel"/>
          <w:bCs/>
          <w:smallCaps w:val="0"/>
          <w:szCs w:val="24"/>
        </w:rPr>
        <w:t xml:space="preserve">zajęcia w formie tradycyjnej </w:t>
      </w:r>
      <w:r w:rsidR="00E0143B" w:rsidRPr="00A12D61">
        <w:rPr>
          <w:rFonts w:ascii="Corbel" w:hAnsi="Corbel"/>
          <w:bCs/>
          <w:smallCaps w:val="0"/>
          <w:szCs w:val="24"/>
        </w:rPr>
        <w:t>lub</w:t>
      </w:r>
    </w:p>
    <w:p w14:paraId="5AF5ACE1" w14:textId="3FA0A0F1" w:rsidR="0085747A" w:rsidRPr="009C54AE" w:rsidRDefault="0085747A" w:rsidP="00CF1B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F6154C" w14:textId="77777777" w:rsidR="0085747A" w:rsidRPr="009C54AE" w:rsidRDefault="0085747A" w:rsidP="00CF1B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D696" w14:textId="61310D88" w:rsidR="00E22FBC" w:rsidRPr="009C54AE" w:rsidRDefault="00E22FBC" w:rsidP="00CF1BC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3E107" w14:textId="77777777" w:rsidR="00534156" w:rsidRDefault="00534156" w:rsidP="00CF1BCD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035CADA7" w14:textId="77777777" w:rsidR="00534156" w:rsidRPr="00CF1BCD" w:rsidRDefault="00534156" w:rsidP="00CF1BCD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CF1BCD">
        <w:rPr>
          <w:rFonts w:ascii="Corbel" w:hAnsi="Corbel"/>
          <w:sz w:val="24"/>
          <w:szCs w:val="24"/>
        </w:rPr>
        <w:t>Wykład - egzamin</w:t>
      </w:r>
    </w:p>
    <w:p w14:paraId="31FCD9D7" w14:textId="77777777" w:rsidR="00534156" w:rsidRPr="00CF1BCD" w:rsidRDefault="00534156" w:rsidP="00CF1BCD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CF1BCD">
        <w:rPr>
          <w:rFonts w:ascii="Corbel" w:hAnsi="Corbel"/>
          <w:sz w:val="24"/>
          <w:szCs w:val="24"/>
        </w:rPr>
        <w:t>Ćwiczenia – zaliczenie z oceną</w:t>
      </w:r>
    </w:p>
    <w:p w14:paraId="7E056141" w14:textId="77777777" w:rsidR="00E960BB" w:rsidRDefault="00E960BB" w:rsidP="00CF1B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70FCEA" w14:textId="71E15BC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CF1BCD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097D371E" w14:textId="77777777" w:rsidR="008E2AF3" w:rsidRPr="009C54AE" w:rsidRDefault="008E2AF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67FF08DC" w14:textId="77777777" w:rsidTr="00CF1BCD">
        <w:tc>
          <w:tcPr>
            <w:tcW w:w="9349" w:type="dxa"/>
          </w:tcPr>
          <w:p w14:paraId="58379940" w14:textId="7CAFA27A" w:rsidR="0085747A" w:rsidRPr="00CF1BCD" w:rsidRDefault="005341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CF1BCD">
              <w:rPr>
                <w:rFonts w:ascii="Corbel" w:hAnsi="Corbel"/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3E03CD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59DE3" w14:textId="440013B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E6E98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AA922" w14:textId="520130EA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CF1BCD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5727D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EFD3768" w14:textId="77777777" w:rsidTr="00923D7D">
        <w:tc>
          <w:tcPr>
            <w:tcW w:w="851" w:type="dxa"/>
            <w:vAlign w:val="center"/>
          </w:tcPr>
          <w:p w14:paraId="50A01635" w14:textId="3A0F9597" w:rsidR="0085747A" w:rsidRPr="009C54AE" w:rsidRDefault="0085747A" w:rsidP="00CF1BC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880C473" w14:textId="77777777" w:rsidR="0085747A" w:rsidRPr="00F55956" w:rsidRDefault="00F55956" w:rsidP="00CF1B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85747A" w:rsidRPr="009C54AE" w14:paraId="566FDA49" w14:textId="77777777" w:rsidTr="00923D7D">
        <w:tc>
          <w:tcPr>
            <w:tcW w:w="851" w:type="dxa"/>
            <w:vAlign w:val="center"/>
          </w:tcPr>
          <w:p w14:paraId="03438380" w14:textId="77777777" w:rsidR="0085747A" w:rsidRPr="009C54AE" w:rsidRDefault="00F55956" w:rsidP="00CF1BC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187C92" w14:textId="02EAA2AB" w:rsidR="0085747A" w:rsidRPr="009C54AE" w:rsidRDefault="00F55956" w:rsidP="00CF1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5D506F1" w14:textId="77777777" w:rsidTr="00923D7D">
        <w:tc>
          <w:tcPr>
            <w:tcW w:w="851" w:type="dxa"/>
            <w:vAlign w:val="center"/>
          </w:tcPr>
          <w:p w14:paraId="1C160CEC" w14:textId="77777777" w:rsidR="0085747A" w:rsidRPr="009C54AE" w:rsidRDefault="0085747A" w:rsidP="00CF1BC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4FA6A84" w14:textId="7E6F214E" w:rsidR="0085747A" w:rsidRPr="00F55956" w:rsidRDefault="00F55956" w:rsidP="00CF1B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samodzielnego rozwiązywania problemów z zakresu prawa pracy i ubezpieczeń społecznych.</w:t>
            </w:r>
          </w:p>
        </w:tc>
      </w:tr>
    </w:tbl>
    <w:p w14:paraId="38784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A465A" w14:textId="12BE6E4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CF1BCD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D9E8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03B6C29D" w14:textId="77777777" w:rsidTr="00CF1BCD">
        <w:tc>
          <w:tcPr>
            <w:tcW w:w="1447" w:type="dxa"/>
            <w:vAlign w:val="center"/>
          </w:tcPr>
          <w:p w14:paraId="73B94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27296C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40E5A4" w14:textId="40907F24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5956" w:rsidRPr="009C54AE" w14:paraId="67B1FC7B" w14:textId="77777777" w:rsidTr="00CF1BCD">
        <w:tc>
          <w:tcPr>
            <w:tcW w:w="1447" w:type="dxa"/>
          </w:tcPr>
          <w:p w14:paraId="1554A23B" w14:textId="085DAD78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6AE076D1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3517A8C2" w14:textId="59BE856A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</w:tc>
      </w:tr>
      <w:tr w:rsidR="00F55956" w:rsidRPr="009C54AE" w14:paraId="0021FCBF" w14:textId="77777777" w:rsidTr="00CF1BCD">
        <w:tc>
          <w:tcPr>
            <w:tcW w:w="1447" w:type="dxa"/>
          </w:tcPr>
          <w:p w14:paraId="322FEB01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7357438D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7F050F1E" w14:textId="7D112971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F55956" w:rsidRPr="009C54AE" w14:paraId="76698E2A" w14:textId="77777777" w:rsidTr="00CF1BCD">
        <w:tc>
          <w:tcPr>
            <w:tcW w:w="1447" w:type="dxa"/>
          </w:tcPr>
          <w:p w14:paraId="32E9CED4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4EB071A2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575F19B1" w14:textId="166FD082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</w:tc>
      </w:tr>
      <w:tr w:rsidR="00F55956" w:rsidRPr="009C54AE" w14:paraId="26E72216" w14:textId="77777777" w:rsidTr="00CF1BCD">
        <w:tc>
          <w:tcPr>
            <w:tcW w:w="1447" w:type="dxa"/>
          </w:tcPr>
          <w:p w14:paraId="4A7FCC8E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23D7419F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="00850352"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76E76A54" w14:textId="5A9ED9D3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F55956" w:rsidRPr="009C54AE" w14:paraId="562D6C09" w14:textId="77777777" w:rsidTr="00CF1BCD">
        <w:tc>
          <w:tcPr>
            <w:tcW w:w="1447" w:type="dxa"/>
          </w:tcPr>
          <w:p w14:paraId="603081AD" w14:textId="0CD49004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3FEBA08A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4D33C585" w14:textId="00C085D8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</w:t>
            </w:r>
            <w:r w:rsidR="00CF1B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K_W13,</w:t>
            </w:r>
          </w:p>
        </w:tc>
      </w:tr>
      <w:tr w:rsidR="00F55956" w:rsidRPr="009C54AE" w14:paraId="78AABB75" w14:textId="77777777" w:rsidTr="00CF1BCD">
        <w:tc>
          <w:tcPr>
            <w:tcW w:w="1447" w:type="dxa"/>
          </w:tcPr>
          <w:p w14:paraId="2796849D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546A51BA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398D3157" w14:textId="6B20E89F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</w:tc>
      </w:tr>
      <w:tr w:rsidR="00F55956" w:rsidRPr="009C54AE" w14:paraId="6275C1FE" w14:textId="77777777" w:rsidTr="00CF1BCD">
        <w:tc>
          <w:tcPr>
            <w:tcW w:w="1447" w:type="dxa"/>
          </w:tcPr>
          <w:p w14:paraId="48E66413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499A0E62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048E4EE8" w14:textId="6888FE84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F55956" w:rsidRPr="009C54AE" w14:paraId="3CAAE172" w14:textId="77777777" w:rsidTr="00CF1BCD">
        <w:tc>
          <w:tcPr>
            <w:tcW w:w="1447" w:type="dxa"/>
          </w:tcPr>
          <w:p w14:paraId="5AA01174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49CA635C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65" w:type="dxa"/>
          </w:tcPr>
          <w:p w14:paraId="20E64327" w14:textId="58A3AD6D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F55956" w:rsidRPr="009C54AE" w14:paraId="74353D8D" w14:textId="77777777" w:rsidTr="00CF1BCD">
        <w:tc>
          <w:tcPr>
            <w:tcW w:w="1447" w:type="dxa"/>
          </w:tcPr>
          <w:p w14:paraId="0297A7B0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08" w:type="dxa"/>
          </w:tcPr>
          <w:p w14:paraId="0F08B32D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65" w:type="dxa"/>
          </w:tcPr>
          <w:p w14:paraId="1E1A5B82" w14:textId="09570D86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F55956" w:rsidRPr="009C54AE" w14:paraId="1F81BEE9" w14:textId="77777777" w:rsidTr="00CF1BCD">
        <w:tc>
          <w:tcPr>
            <w:tcW w:w="1447" w:type="dxa"/>
          </w:tcPr>
          <w:p w14:paraId="39873452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08" w:type="dxa"/>
          </w:tcPr>
          <w:p w14:paraId="12EF0F6C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4EDD6BEA" w14:textId="6BAE7384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F55956" w:rsidRPr="009C54AE" w14:paraId="496593FC" w14:textId="77777777" w:rsidTr="00CF1BCD">
        <w:tc>
          <w:tcPr>
            <w:tcW w:w="1447" w:type="dxa"/>
          </w:tcPr>
          <w:p w14:paraId="4F85AE63" w14:textId="51A59E80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208" w:type="dxa"/>
          </w:tcPr>
          <w:p w14:paraId="567FD937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01BCF73D" w14:textId="77777777" w:rsidR="00F55956" w:rsidRPr="00F55956" w:rsidRDefault="00F55956" w:rsidP="00CF1BC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F55956" w:rsidRPr="009C54AE" w14:paraId="01934C7A" w14:textId="77777777" w:rsidTr="00CF1BCD">
        <w:tc>
          <w:tcPr>
            <w:tcW w:w="1447" w:type="dxa"/>
          </w:tcPr>
          <w:p w14:paraId="58EB068F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208" w:type="dxa"/>
          </w:tcPr>
          <w:p w14:paraId="4B678EE4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0DE0BBDA" w14:textId="1E9284BE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</w:tc>
      </w:tr>
      <w:tr w:rsidR="00F55956" w:rsidRPr="009C54AE" w14:paraId="3E803DD3" w14:textId="77777777" w:rsidTr="00CF1BCD">
        <w:tc>
          <w:tcPr>
            <w:tcW w:w="1447" w:type="dxa"/>
          </w:tcPr>
          <w:p w14:paraId="0AE9933B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208" w:type="dxa"/>
          </w:tcPr>
          <w:p w14:paraId="3DC1E6AC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0F800D05" w14:textId="74DB583A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 K_U04</w:t>
            </w:r>
          </w:p>
        </w:tc>
      </w:tr>
      <w:tr w:rsidR="00F55956" w:rsidRPr="009C54AE" w14:paraId="2DFF328C" w14:textId="77777777" w:rsidTr="00CF1BCD">
        <w:tc>
          <w:tcPr>
            <w:tcW w:w="1447" w:type="dxa"/>
          </w:tcPr>
          <w:p w14:paraId="58D0ACA8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208" w:type="dxa"/>
          </w:tcPr>
          <w:p w14:paraId="587C7D2D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7EAF8145" w14:textId="4133FC7A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</w:tc>
      </w:tr>
    </w:tbl>
    <w:p w14:paraId="7A64CAF9" w14:textId="77777777" w:rsidR="00CF1BCD" w:rsidRDefault="00CF1BCD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F55956" w:rsidRPr="009C54AE" w14:paraId="698234C4" w14:textId="77777777" w:rsidTr="00CF1BCD">
        <w:tc>
          <w:tcPr>
            <w:tcW w:w="1447" w:type="dxa"/>
          </w:tcPr>
          <w:p w14:paraId="3242EFB7" w14:textId="286D0BA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EK_15</w:t>
            </w:r>
          </w:p>
        </w:tc>
        <w:tc>
          <w:tcPr>
            <w:tcW w:w="6208" w:type="dxa"/>
          </w:tcPr>
          <w:p w14:paraId="4CF30490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210C2207" w14:textId="65D7F208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K_U03, K_U04, K_U05, K_U06, K_U10, K_U12, K_U13, K_U15</w:t>
            </w:r>
          </w:p>
        </w:tc>
      </w:tr>
      <w:tr w:rsidR="00F55956" w:rsidRPr="009C54AE" w14:paraId="00EB053D" w14:textId="77777777" w:rsidTr="00CF1BCD">
        <w:tc>
          <w:tcPr>
            <w:tcW w:w="1447" w:type="dxa"/>
          </w:tcPr>
          <w:p w14:paraId="432F3552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208" w:type="dxa"/>
          </w:tcPr>
          <w:p w14:paraId="051D56C5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156FE684" w14:textId="2D4515CE" w:rsidR="00F55956" w:rsidRPr="00CF1BCD" w:rsidRDefault="00F5595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</w:tc>
      </w:tr>
      <w:tr w:rsidR="008428B6" w:rsidRPr="009C54AE" w14:paraId="3D61C653" w14:textId="77777777" w:rsidTr="00CF1BCD">
        <w:tc>
          <w:tcPr>
            <w:tcW w:w="1447" w:type="dxa"/>
          </w:tcPr>
          <w:p w14:paraId="3556C719" w14:textId="3B0BDE24" w:rsidR="008428B6" w:rsidRPr="00F55956" w:rsidRDefault="008428B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6208" w:type="dxa"/>
          </w:tcPr>
          <w:p w14:paraId="5D20EC76" w14:textId="77777777" w:rsidR="008428B6" w:rsidRPr="00850352" w:rsidRDefault="008428B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Ma świadomość wpływu zmian </w:t>
            </w:r>
            <w:proofErr w:type="spellStart"/>
            <w:r w:rsidRPr="00850352">
              <w:rPr>
                <w:rFonts w:ascii="Corbel" w:hAnsi="Corbel"/>
                <w:sz w:val="24"/>
                <w:szCs w:val="24"/>
              </w:rPr>
              <w:t>polityczno</w:t>
            </w:r>
            <w:proofErr w:type="spellEnd"/>
            <w:r w:rsidRPr="00850352">
              <w:rPr>
                <w:rFonts w:ascii="Corbel" w:hAnsi="Corbel"/>
                <w:sz w:val="24"/>
                <w:szCs w:val="24"/>
              </w:rPr>
              <w:t xml:space="preserve"> – gospodarczych na kształtowanie regulacji prawnych z zakresu prawa pracy i skuteczność tych już istniejących</w:t>
            </w:r>
          </w:p>
        </w:tc>
        <w:tc>
          <w:tcPr>
            <w:tcW w:w="1865" w:type="dxa"/>
          </w:tcPr>
          <w:p w14:paraId="015BE4B6" w14:textId="4E625CD3" w:rsidR="008428B6" w:rsidRPr="00F55956" w:rsidRDefault="008428B6" w:rsidP="00CF1BC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</w:tc>
      </w:tr>
      <w:tr w:rsidR="00F55956" w:rsidRPr="009C54AE" w14:paraId="5B7073D8" w14:textId="77777777" w:rsidTr="00CF1BCD">
        <w:tc>
          <w:tcPr>
            <w:tcW w:w="1447" w:type="dxa"/>
          </w:tcPr>
          <w:p w14:paraId="54A83A5C" w14:textId="1A483094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428B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208" w:type="dxa"/>
          </w:tcPr>
          <w:p w14:paraId="54D3C931" w14:textId="61548669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Posiada zdolność krytycznej oceny regulacji prawnych z punktu widzenia ich skuteczności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w zakresie potrzeb stron stosunku pracy</w:t>
            </w:r>
          </w:p>
        </w:tc>
        <w:tc>
          <w:tcPr>
            <w:tcW w:w="1865" w:type="dxa"/>
          </w:tcPr>
          <w:p w14:paraId="5E075C65" w14:textId="67C39D67" w:rsidR="00F55956" w:rsidRPr="00CF1BCD" w:rsidRDefault="008302EF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F5595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4B5550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="00F5595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8428B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8428B6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</w:tc>
      </w:tr>
      <w:tr w:rsidR="00F55956" w:rsidRPr="009C54AE" w14:paraId="59F211EF" w14:textId="77777777" w:rsidTr="00CF1BCD">
        <w:tc>
          <w:tcPr>
            <w:tcW w:w="1447" w:type="dxa"/>
          </w:tcPr>
          <w:p w14:paraId="0419078E" w14:textId="640BB4C3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428B6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208" w:type="dxa"/>
          </w:tcPr>
          <w:p w14:paraId="4F437D25" w14:textId="122D27B0" w:rsidR="00F55956" w:rsidRPr="008428B6" w:rsidRDefault="008302EF" w:rsidP="00CF1BC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 w:rsidR="008428B6"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7F076672" w14:textId="5C834685" w:rsidR="00F55956" w:rsidRPr="00F55956" w:rsidRDefault="00F55956" w:rsidP="00CF1BC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8302EF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8428B6" w:rsidRPr="009C54AE" w14:paraId="787AF56B" w14:textId="77777777" w:rsidTr="00CF1BCD">
        <w:tc>
          <w:tcPr>
            <w:tcW w:w="1447" w:type="dxa"/>
          </w:tcPr>
          <w:p w14:paraId="50DD5218" w14:textId="475DFE9F" w:rsidR="008428B6" w:rsidRPr="00F55956" w:rsidRDefault="008428B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208" w:type="dxa"/>
          </w:tcPr>
          <w:p w14:paraId="55A34805" w14:textId="0E103BA9" w:rsidR="008428B6" w:rsidRPr="008428B6" w:rsidRDefault="008428B6" w:rsidP="00CF1BC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740ED7D5" w14:textId="7FBBA3AE" w:rsidR="008428B6" w:rsidRPr="00F55956" w:rsidRDefault="008428B6" w:rsidP="00CF1BC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</w:tc>
      </w:tr>
      <w:tr w:rsidR="00F55956" w:rsidRPr="009C54AE" w14:paraId="14464AD2" w14:textId="77777777" w:rsidTr="00CF1BCD">
        <w:tc>
          <w:tcPr>
            <w:tcW w:w="1447" w:type="dxa"/>
          </w:tcPr>
          <w:p w14:paraId="6BC40134" w14:textId="77777777" w:rsidR="00F55956" w:rsidRPr="00F55956" w:rsidRDefault="00F55956" w:rsidP="00CF1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208" w:type="dxa"/>
          </w:tcPr>
          <w:p w14:paraId="596F118A" w14:textId="77777777" w:rsidR="00F55956" w:rsidRPr="00850352" w:rsidRDefault="00F5595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57D7FE5E" w14:textId="333533E9" w:rsidR="00F55956" w:rsidRPr="00F55956" w:rsidRDefault="00F55956" w:rsidP="00CF1BC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4B5550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</w:tbl>
    <w:p w14:paraId="16290DD5" w14:textId="77777777" w:rsidR="00850352" w:rsidRPr="009C54AE" w:rsidRDefault="00850352" w:rsidP="00CF1B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046438" w14:textId="385585F0" w:rsidR="0085747A" w:rsidRDefault="00675843" w:rsidP="00CF1BCD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CF1BCD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CA81C60" w14:textId="77777777" w:rsidR="00CF1BCD" w:rsidRPr="009C54AE" w:rsidRDefault="00CF1BCD" w:rsidP="00CF1BCD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38588E5" w14:textId="77777777" w:rsidR="0085747A" w:rsidRDefault="0085747A" w:rsidP="00CF1BCD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E176C9" w14:textId="77777777" w:rsidR="00D92A42" w:rsidRPr="009C54AE" w:rsidRDefault="00D92A42" w:rsidP="00CF1BCD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825"/>
        <w:gridCol w:w="1673"/>
      </w:tblGrid>
      <w:tr w:rsidR="00D92A42" w:rsidRPr="00663B5E" w14:paraId="4DA93E50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4896BC55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673" w:type="dxa"/>
            <w:vAlign w:val="center"/>
          </w:tcPr>
          <w:p w14:paraId="59C3F560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D92A42" w:rsidRPr="002841DF" w14:paraId="1EE9E9E0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70C8661D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  <w:tc>
          <w:tcPr>
            <w:tcW w:w="1673" w:type="dxa"/>
            <w:vAlign w:val="center"/>
          </w:tcPr>
          <w:p w14:paraId="53026BAF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D92A42" w14:paraId="0384108F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0EBDECED" w14:textId="77777777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  <w:tc>
          <w:tcPr>
            <w:tcW w:w="1673" w:type="dxa"/>
            <w:vAlign w:val="center"/>
          </w:tcPr>
          <w:p w14:paraId="2736FC91" w14:textId="79FBDCA0" w:rsidR="00D92A42" w:rsidRPr="00D92A42" w:rsidRDefault="00E66B7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5F7642FD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7C7BF52B" w14:textId="1F2B5B31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Źródła prawa pracy.</w:t>
            </w:r>
          </w:p>
        </w:tc>
        <w:tc>
          <w:tcPr>
            <w:tcW w:w="1673" w:type="dxa"/>
            <w:vAlign w:val="center"/>
          </w:tcPr>
          <w:p w14:paraId="3A796DCE" w14:textId="54AED3FC" w:rsidR="00D92A42" w:rsidRPr="00D92A42" w:rsidRDefault="00E66B7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0A75943E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56F4C4DE" w14:textId="2525333C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Stosunek pracy-charakterystyka.</w:t>
            </w:r>
          </w:p>
        </w:tc>
        <w:tc>
          <w:tcPr>
            <w:tcW w:w="1673" w:type="dxa"/>
            <w:vAlign w:val="center"/>
          </w:tcPr>
          <w:p w14:paraId="07315424" w14:textId="7C10D90C" w:rsidR="00D92A42" w:rsidRPr="00D92A42" w:rsidRDefault="00E66B7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2FBB73DE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5BC4B39D" w14:textId="26910979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Podstawy nawiązania stosunku pracy.</w:t>
            </w:r>
          </w:p>
        </w:tc>
        <w:tc>
          <w:tcPr>
            <w:tcW w:w="1673" w:type="dxa"/>
            <w:vAlign w:val="center"/>
          </w:tcPr>
          <w:p w14:paraId="242B6481" w14:textId="521D6743" w:rsidR="00D92A42" w:rsidRPr="00D92A42" w:rsidRDefault="00E66B7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604960F7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4558DEAB" w14:textId="77777777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  <w:tc>
          <w:tcPr>
            <w:tcW w:w="1673" w:type="dxa"/>
            <w:vAlign w:val="center"/>
          </w:tcPr>
          <w:p w14:paraId="7D6329D9" w14:textId="4CD50949" w:rsidR="00D92A42" w:rsidRPr="00D92A42" w:rsidRDefault="00E66B7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E66B72" w14:paraId="21442693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358C6D64" w14:textId="6819E2C7" w:rsidR="00E66B72" w:rsidRPr="00D92A42" w:rsidRDefault="00E66B7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Atypowe formy zatrudnienia</w:t>
            </w:r>
          </w:p>
        </w:tc>
        <w:tc>
          <w:tcPr>
            <w:tcW w:w="1673" w:type="dxa"/>
            <w:vAlign w:val="center"/>
          </w:tcPr>
          <w:p w14:paraId="674D7310" w14:textId="338419E7" w:rsidR="00E66B72" w:rsidRDefault="00E66B7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</w:t>
            </w:r>
            <w:r w:rsidR="00CF1BC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2A42" w14:paraId="3159412C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7A19DCBD" w14:textId="77777777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  <w:tc>
          <w:tcPr>
            <w:tcW w:w="1673" w:type="dxa"/>
            <w:vAlign w:val="center"/>
          </w:tcPr>
          <w:p w14:paraId="4D3625E9" w14:textId="42FDB05C" w:rsidR="00D92A42" w:rsidRPr="00D92A42" w:rsidRDefault="00E66B7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666906A7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4826138B" w14:textId="77777777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  <w:tc>
          <w:tcPr>
            <w:tcW w:w="1673" w:type="dxa"/>
            <w:vAlign w:val="center"/>
          </w:tcPr>
          <w:p w14:paraId="77C89E2C" w14:textId="428E6078" w:rsidR="00D92A42" w:rsidRPr="00D92A42" w:rsidRDefault="00966F8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130F1974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66311A7E" w14:textId="2236ACD4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Odpowiedzialność materialna, porządkowa i dyscyplinarna pracownika.</w:t>
            </w:r>
          </w:p>
        </w:tc>
        <w:tc>
          <w:tcPr>
            <w:tcW w:w="1673" w:type="dxa"/>
            <w:vAlign w:val="center"/>
          </w:tcPr>
          <w:p w14:paraId="04D24E36" w14:textId="0B70B38F" w:rsidR="00D92A42" w:rsidRPr="00D92A42" w:rsidRDefault="00966F8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1DB3AC64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45503495" w14:textId="08619250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Czas pracy.</w:t>
            </w:r>
          </w:p>
        </w:tc>
        <w:tc>
          <w:tcPr>
            <w:tcW w:w="1673" w:type="dxa"/>
            <w:vAlign w:val="center"/>
          </w:tcPr>
          <w:p w14:paraId="30FE0FDF" w14:textId="5820AA27" w:rsidR="00D92A42" w:rsidRPr="00D92A42" w:rsidRDefault="00E66B7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1A6433D6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10E92BA8" w14:textId="77777777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  <w:tc>
          <w:tcPr>
            <w:tcW w:w="1673" w:type="dxa"/>
            <w:vAlign w:val="center"/>
          </w:tcPr>
          <w:p w14:paraId="5C3C8FC4" w14:textId="13468DB8" w:rsidR="00D92A42" w:rsidRPr="00D92A42" w:rsidRDefault="00966F8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449C44E7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11256639" w14:textId="24AC7DC4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Ochrona rodzicielstwa.</w:t>
            </w:r>
          </w:p>
        </w:tc>
        <w:tc>
          <w:tcPr>
            <w:tcW w:w="1673" w:type="dxa"/>
            <w:vAlign w:val="center"/>
          </w:tcPr>
          <w:p w14:paraId="62CF4523" w14:textId="60BB8604" w:rsidR="00D92A42" w:rsidRPr="00D92A42" w:rsidRDefault="00966F8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49895562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3A0C2F0E" w14:textId="6DE27B99" w:rsidR="00D92A42" w:rsidRPr="00D92A42" w:rsidRDefault="00D92A42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Ochrona pracowników młodocianych.</w:t>
            </w:r>
          </w:p>
        </w:tc>
        <w:tc>
          <w:tcPr>
            <w:tcW w:w="1673" w:type="dxa"/>
            <w:vAlign w:val="center"/>
          </w:tcPr>
          <w:p w14:paraId="0075FD76" w14:textId="1BF8713D" w:rsidR="00D92A42" w:rsidRPr="00D92A42" w:rsidRDefault="00966F8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20596E53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7052D7C9" w14:textId="150E887B" w:rsidR="00D92A42" w:rsidRPr="00CF1BCD" w:rsidRDefault="00966F86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Źródła zbiorowego prawa pracy</w:t>
            </w:r>
          </w:p>
        </w:tc>
        <w:tc>
          <w:tcPr>
            <w:tcW w:w="1673" w:type="dxa"/>
            <w:vAlign w:val="center"/>
          </w:tcPr>
          <w:p w14:paraId="352D27B7" w14:textId="728678CB" w:rsidR="00D92A42" w:rsidRPr="00D92A42" w:rsidRDefault="00966F8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966F86" w14:paraId="2BE270B7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46FE919A" w14:textId="1F10DC40" w:rsidR="00966F86" w:rsidRDefault="00966F86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związków zawodowych</w:t>
            </w:r>
          </w:p>
        </w:tc>
        <w:tc>
          <w:tcPr>
            <w:tcW w:w="1673" w:type="dxa"/>
            <w:vAlign w:val="center"/>
          </w:tcPr>
          <w:p w14:paraId="2F24A533" w14:textId="649ED73A" w:rsidR="00966F86" w:rsidRDefault="00966F8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F1BCD">
              <w:rPr>
                <w:rFonts w:ascii="Corbel" w:hAnsi="Corbel"/>
                <w:sz w:val="24"/>
                <w:szCs w:val="24"/>
              </w:rPr>
              <w:t xml:space="preserve"> </w:t>
            </w:r>
            <w:r w:rsidR="00CF1BCD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966F86" w14:paraId="2FD8E2D4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73E77655" w14:textId="637030B9" w:rsidR="00966F86" w:rsidRDefault="00966F86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organizacji pracodawców</w:t>
            </w:r>
          </w:p>
        </w:tc>
        <w:tc>
          <w:tcPr>
            <w:tcW w:w="1673" w:type="dxa"/>
            <w:vAlign w:val="center"/>
          </w:tcPr>
          <w:p w14:paraId="11B38A9A" w14:textId="53F361AD" w:rsidR="00966F86" w:rsidRDefault="00966F8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F1BCD">
              <w:rPr>
                <w:rFonts w:ascii="Corbel" w:hAnsi="Corbel"/>
                <w:sz w:val="24"/>
                <w:szCs w:val="24"/>
              </w:rPr>
              <w:t xml:space="preserve"> </w:t>
            </w:r>
            <w:r w:rsidR="00CF1BCD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966F86" w14:paraId="5AF394C3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7436AC9F" w14:textId="61D81158" w:rsidR="00966F86" w:rsidRDefault="00966F86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Rady pracowników i ich uprawnienia</w:t>
            </w:r>
          </w:p>
        </w:tc>
        <w:tc>
          <w:tcPr>
            <w:tcW w:w="1673" w:type="dxa"/>
            <w:vAlign w:val="center"/>
          </w:tcPr>
          <w:p w14:paraId="70893643" w14:textId="332CB367" w:rsidR="00966F86" w:rsidRDefault="00966F8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F1BCD">
              <w:rPr>
                <w:rFonts w:ascii="Corbel" w:hAnsi="Corbel"/>
                <w:sz w:val="24"/>
                <w:szCs w:val="24"/>
              </w:rPr>
              <w:t xml:space="preserve"> </w:t>
            </w:r>
            <w:r w:rsidR="00CF1BCD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966F86" w14:paraId="3A26EABE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443B8B33" w14:textId="264B3A21" w:rsidR="00966F86" w:rsidRDefault="00966F86" w:rsidP="00CF1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Spory zbiorowe</w:t>
            </w:r>
          </w:p>
        </w:tc>
        <w:tc>
          <w:tcPr>
            <w:tcW w:w="1673" w:type="dxa"/>
            <w:vAlign w:val="center"/>
          </w:tcPr>
          <w:p w14:paraId="3B5800E3" w14:textId="5ED52F4A" w:rsidR="00966F86" w:rsidRDefault="00966F86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F1BCD">
              <w:rPr>
                <w:rFonts w:ascii="Corbel" w:hAnsi="Corbel"/>
                <w:sz w:val="24"/>
                <w:szCs w:val="24"/>
              </w:rPr>
              <w:t xml:space="preserve"> </w:t>
            </w:r>
            <w:r w:rsidR="00CF1BCD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D92A42" w14:paraId="079C04AB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1A64712D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673" w:type="dxa"/>
            <w:vAlign w:val="center"/>
          </w:tcPr>
          <w:p w14:paraId="1A569B99" w14:textId="056A0BCD" w:rsidR="00D92A42" w:rsidRPr="00D92A42" w:rsidRDefault="00966F86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="00D92A42" w:rsidRPr="00D92A42">
              <w:rPr>
                <w:rFonts w:ascii="Corbel" w:hAnsi="Corbel"/>
                <w:b/>
                <w:sz w:val="24"/>
                <w:szCs w:val="24"/>
              </w:rPr>
              <w:t>0 godz.</w:t>
            </w:r>
          </w:p>
        </w:tc>
      </w:tr>
    </w:tbl>
    <w:p w14:paraId="410ED7D9" w14:textId="77777777" w:rsidR="001B59B6" w:rsidRPr="009C54AE" w:rsidRDefault="001B59B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62AE2" w14:textId="77777777" w:rsidR="00CF1BCD" w:rsidRDefault="00CF1BCD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717B7DB7" w14:textId="5D562AD6" w:rsidR="0085747A" w:rsidRDefault="0085747A" w:rsidP="00CF1BCD">
      <w:pPr>
        <w:pStyle w:val="Akapitzlist"/>
        <w:numPr>
          <w:ilvl w:val="0"/>
          <w:numId w:val="1"/>
        </w:numPr>
        <w:spacing w:after="0" w:line="240" w:lineRule="auto"/>
        <w:ind w:left="1077"/>
        <w:contextualSpacing w:val="0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14:paraId="28BA6131" w14:textId="77777777" w:rsidR="00CF1BCD" w:rsidRPr="001B59B6" w:rsidRDefault="00CF1BCD" w:rsidP="00CF1BCD">
      <w:pPr>
        <w:pStyle w:val="Akapitzlist"/>
        <w:spacing w:after="0" w:line="240" w:lineRule="auto"/>
        <w:ind w:left="1077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825"/>
        <w:gridCol w:w="1673"/>
      </w:tblGrid>
      <w:tr w:rsidR="00D92A42" w:rsidRPr="00D92A42" w14:paraId="0F81E6EA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2992C62D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673" w:type="dxa"/>
            <w:vAlign w:val="center"/>
          </w:tcPr>
          <w:p w14:paraId="7EC96703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D92A42" w:rsidRPr="00D92A42" w14:paraId="3E85C5EE" w14:textId="77777777" w:rsidTr="00CF1BCD">
        <w:trPr>
          <w:trHeight w:val="340"/>
        </w:trPr>
        <w:tc>
          <w:tcPr>
            <w:tcW w:w="9498" w:type="dxa"/>
            <w:gridSpan w:val="2"/>
            <w:vAlign w:val="center"/>
          </w:tcPr>
          <w:p w14:paraId="05844633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Semestr zimowy:</w:t>
            </w:r>
          </w:p>
        </w:tc>
      </w:tr>
      <w:tr w:rsidR="00D92A42" w:rsidRPr="00D92A42" w14:paraId="4D01916B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2D07062A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  <w:tc>
          <w:tcPr>
            <w:tcW w:w="1673" w:type="dxa"/>
            <w:vAlign w:val="center"/>
          </w:tcPr>
          <w:p w14:paraId="018456C6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28EC3A67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50348525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  <w:tc>
          <w:tcPr>
            <w:tcW w:w="1673" w:type="dxa"/>
            <w:vAlign w:val="center"/>
          </w:tcPr>
          <w:p w14:paraId="09E4C87E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26367450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098956D7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74D52C47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31108625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61F71813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podstawy nawiązania stosunku pracy z uwzględnieniem powołania, mianowania, wyboru i spółdzielczej umowy o pracę,</w:t>
            </w:r>
          </w:p>
          <w:p w14:paraId="5F637A8D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14:paraId="06615169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5E7CE8FB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7902DC17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  <w:tc>
          <w:tcPr>
            <w:tcW w:w="1673" w:type="dxa"/>
            <w:vAlign w:val="center"/>
          </w:tcPr>
          <w:p w14:paraId="7DC268AB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12 godz.</w:t>
            </w:r>
          </w:p>
        </w:tc>
      </w:tr>
      <w:tr w:rsidR="00D92A42" w:rsidRPr="00D92A42" w14:paraId="751FA78D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1218F536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  <w:tc>
          <w:tcPr>
            <w:tcW w:w="1673" w:type="dxa"/>
            <w:vAlign w:val="center"/>
          </w:tcPr>
          <w:p w14:paraId="6283CB6B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286403F9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5A6BCAB3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Wynagrodzenie za pracę.</w:t>
            </w:r>
          </w:p>
        </w:tc>
        <w:tc>
          <w:tcPr>
            <w:tcW w:w="1673" w:type="dxa"/>
            <w:vAlign w:val="center"/>
          </w:tcPr>
          <w:p w14:paraId="744C263E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37BB12D9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1FF92D38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Przeciwdziałanie </w:t>
            </w:r>
            <w:proofErr w:type="spellStart"/>
            <w:r w:rsidRPr="00D92A42">
              <w:rPr>
                <w:rFonts w:ascii="Corbel" w:hAnsi="Corbel"/>
                <w:sz w:val="24"/>
                <w:szCs w:val="24"/>
              </w:rPr>
              <w:t>mobbingowi</w:t>
            </w:r>
            <w:proofErr w:type="spellEnd"/>
            <w:r w:rsidRPr="00D92A42">
              <w:rPr>
                <w:rFonts w:ascii="Corbel" w:hAnsi="Corbel"/>
                <w:sz w:val="24"/>
                <w:szCs w:val="24"/>
              </w:rPr>
              <w:t xml:space="preserve"> i dyskryminacji w zatrudnieniu.</w:t>
            </w:r>
          </w:p>
        </w:tc>
        <w:tc>
          <w:tcPr>
            <w:tcW w:w="1673" w:type="dxa"/>
            <w:vAlign w:val="center"/>
          </w:tcPr>
          <w:p w14:paraId="354874F1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4282DBC6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1ECEEBBF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0336BADC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65AB2D70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72FAFF46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  <w:tc>
          <w:tcPr>
            <w:tcW w:w="1673" w:type="dxa"/>
            <w:vAlign w:val="center"/>
          </w:tcPr>
          <w:p w14:paraId="22200C41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="00D92A42" w:rsidRPr="00D92A42" w14:paraId="77579CCA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313623AE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  <w:tc>
          <w:tcPr>
            <w:tcW w:w="1673" w:type="dxa"/>
            <w:vAlign w:val="center"/>
          </w:tcPr>
          <w:p w14:paraId="0503A182" w14:textId="4FD3CE90" w:rsidR="00D92A42" w:rsidRPr="00D92A42" w:rsidRDefault="00443A4A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:rsidRPr="00D92A42" w14:paraId="0E14BDB7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7726E3CC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  <w:tc>
          <w:tcPr>
            <w:tcW w:w="1673" w:type="dxa"/>
            <w:vAlign w:val="center"/>
          </w:tcPr>
          <w:p w14:paraId="29FDF109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1034D5A9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4CBEC7FB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sprawdzenie wiedzy.</w:t>
            </w:r>
          </w:p>
        </w:tc>
        <w:tc>
          <w:tcPr>
            <w:tcW w:w="1673" w:type="dxa"/>
            <w:vAlign w:val="center"/>
          </w:tcPr>
          <w:p w14:paraId="4E0AD25B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D92A42" w:rsidRPr="00D92A42" w14:paraId="45E601EC" w14:textId="77777777" w:rsidTr="00CF1BCD">
        <w:trPr>
          <w:trHeight w:val="340"/>
        </w:trPr>
        <w:tc>
          <w:tcPr>
            <w:tcW w:w="9498" w:type="dxa"/>
            <w:gridSpan w:val="2"/>
            <w:vAlign w:val="center"/>
          </w:tcPr>
          <w:p w14:paraId="55F57DC0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Semestr letni:</w:t>
            </w:r>
          </w:p>
        </w:tc>
      </w:tr>
      <w:tr w:rsidR="00D92A42" w:rsidRPr="00D92A42" w14:paraId="6D4E7C80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23E4860A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  <w:tc>
          <w:tcPr>
            <w:tcW w:w="1673" w:type="dxa"/>
            <w:vAlign w:val="center"/>
          </w:tcPr>
          <w:p w14:paraId="10F6F62B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D92A42" w:rsidRPr="00D92A42" w14:paraId="6686810F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770B3322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  <w:tc>
          <w:tcPr>
            <w:tcW w:w="1673" w:type="dxa"/>
            <w:vAlign w:val="center"/>
          </w:tcPr>
          <w:p w14:paraId="03B58A47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6C6B1708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5112104A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  <w:tc>
          <w:tcPr>
            <w:tcW w:w="1673" w:type="dxa"/>
            <w:vAlign w:val="center"/>
          </w:tcPr>
          <w:p w14:paraId="3D07B9AE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D92A42" w:rsidRPr="00D92A42" w14:paraId="6EC6DFEA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635F9167" w14:textId="4383252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młodocianych i zatrudnianie dzieci.</w:t>
            </w:r>
          </w:p>
        </w:tc>
        <w:tc>
          <w:tcPr>
            <w:tcW w:w="1673" w:type="dxa"/>
            <w:vAlign w:val="center"/>
          </w:tcPr>
          <w:p w14:paraId="645A143A" w14:textId="28E2CBEA" w:rsidR="00D92A42" w:rsidRPr="00D92A42" w:rsidRDefault="00443A4A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2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D92A42" w:rsidRPr="00D92A42" w14:paraId="346E4C0D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5E8914F5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  <w:tc>
          <w:tcPr>
            <w:tcW w:w="1673" w:type="dxa"/>
            <w:vAlign w:val="center"/>
          </w:tcPr>
          <w:p w14:paraId="4BF5EC12" w14:textId="12F4CD0A" w:rsidR="00D92A42" w:rsidRPr="00D92A42" w:rsidRDefault="00443A4A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:rsidRPr="00D92A42" w14:paraId="5A6EC76E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06685C94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  <w:tc>
          <w:tcPr>
            <w:tcW w:w="1673" w:type="dxa"/>
            <w:vAlign w:val="center"/>
          </w:tcPr>
          <w:p w14:paraId="6CB442AD" w14:textId="522A3C45" w:rsidR="00D92A42" w:rsidRPr="00D92A42" w:rsidRDefault="00443A4A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D92A42" w:rsidRPr="00D92A42" w14:paraId="692EE9D6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66E5A60B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14:paraId="131FE118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14:paraId="490B1B2D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rozwiązywanie sporów zbiorowych,</w:t>
            </w:r>
          </w:p>
          <w:p w14:paraId="4A1E75CC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14:paraId="0D99F4E5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14:paraId="6654AA3D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  <w:tc>
          <w:tcPr>
            <w:tcW w:w="1673" w:type="dxa"/>
            <w:vAlign w:val="center"/>
          </w:tcPr>
          <w:p w14:paraId="5913D713" w14:textId="72487335" w:rsidR="00D92A42" w:rsidRPr="00D92A42" w:rsidRDefault="00443A4A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D92A42" w:rsidRPr="00D92A42" w14:paraId="52B9EAB1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521070EE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sprawdzanie wiedzy.</w:t>
            </w:r>
          </w:p>
        </w:tc>
        <w:tc>
          <w:tcPr>
            <w:tcW w:w="1673" w:type="dxa"/>
            <w:vAlign w:val="center"/>
          </w:tcPr>
          <w:p w14:paraId="5BC94070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D92A42" w:rsidRPr="00D92A42" w14:paraId="1D8B4657" w14:textId="77777777" w:rsidTr="00CF1BCD">
        <w:trPr>
          <w:trHeight w:val="340"/>
        </w:trPr>
        <w:tc>
          <w:tcPr>
            <w:tcW w:w="7825" w:type="dxa"/>
            <w:vAlign w:val="center"/>
          </w:tcPr>
          <w:p w14:paraId="416D789E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673" w:type="dxa"/>
            <w:vAlign w:val="center"/>
          </w:tcPr>
          <w:p w14:paraId="1FB929F4" w14:textId="77777777" w:rsidR="00D92A42" w:rsidRPr="00D92A42" w:rsidRDefault="00D92A42" w:rsidP="00CF1B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60 godzin.</w:t>
            </w:r>
          </w:p>
        </w:tc>
      </w:tr>
    </w:tbl>
    <w:p w14:paraId="081A4CCA" w14:textId="77777777" w:rsidR="00D92A42" w:rsidRPr="009C54AE" w:rsidRDefault="00D92A42" w:rsidP="00CF1B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16099" w14:textId="77777777" w:rsidR="00CF1BCD" w:rsidRDefault="00CF1BC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400A844" w14:textId="71CE55E0" w:rsidR="0085747A" w:rsidRPr="009C54AE" w:rsidRDefault="009F4610" w:rsidP="00CF1BC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CF1BC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442317" w14:textId="77777777" w:rsidR="0085747A" w:rsidRDefault="0085747A" w:rsidP="00CF1B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0317BA" w14:textId="15335507" w:rsidR="00AE3520" w:rsidRDefault="00AE3520" w:rsidP="00F60FC2">
      <w:pPr>
        <w:spacing w:after="0" w:line="240" w:lineRule="auto"/>
        <w:ind w:left="426"/>
        <w:rPr>
          <w:rFonts w:eastAsia="Cambria"/>
          <w:sz w:val="24"/>
          <w:szCs w:val="24"/>
        </w:rPr>
      </w:pPr>
      <w:r w:rsidRPr="00BE1954">
        <w:rPr>
          <w:rFonts w:eastAsia="Cambria"/>
          <w:sz w:val="24"/>
          <w:szCs w:val="24"/>
        </w:rPr>
        <w:t>Wykład</w:t>
      </w:r>
      <w:r w:rsidR="00CF1BCD">
        <w:rPr>
          <w:rFonts w:eastAsia="Cambria"/>
          <w:sz w:val="24"/>
          <w:szCs w:val="24"/>
        </w:rPr>
        <w:t>: wykład</w:t>
      </w:r>
      <w:r>
        <w:rPr>
          <w:rFonts w:eastAsia="Cambria"/>
          <w:sz w:val="24"/>
          <w:szCs w:val="24"/>
        </w:rPr>
        <w:t xml:space="preserve"> konwersatoryjny</w:t>
      </w:r>
      <w:r w:rsidRPr="00BE1954">
        <w:rPr>
          <w:rFonts w:eastAsia="Cambria"/>
          <w:sz w:val="24"/>
          <w:szCs w:val="24"/>
        </w:rPr>
        <w:t>, dyskusja,</w:t>
      </w:r>
      <w:r>
        <w:rPr>
          <w:rFonts w:eastAsia="Cambria"/>
          <w:sz w:val="24"/>
          <w:szCs w:val="24"/>
        </w:rPr>
        <w:t xml:space="preserve"> debata,</w:t>
      </w:r>
      <w:r w:rsidRPr="00BE1954">
        <w:rPr>
          <w:rFonts w:eastAsia="Cambria"/>
          <w:sz w:val="24"/>
          <w:szCs w:val="24"/>
        </w:rPr>
        <w:t xml:space="preserve"> rozwiązywanie kazusów</w:t>
      </w:r>
      <w:r>
        <w:rPr>
          <w:rFonts w:eastAsia="Cambria"/>
          <w:sz w:val="24"/>
          <w:szCs w:val="24"/>
        </w:rPr>
        <w:t>, sporządzanie pism procesowych.</w:t>
      </w:r>
    </w:p>
    <w:p w14:paraId="46394F2C" w14:textId="06980A28" w:rsidR="007E6F34" w:rsidRDefault="007E6F34" w:rsidP="00F60FC2">
      <w:pPr>
        <w:spacing w:after="0" w:line="240" w:lineRule="auto"/>
        <w:ind w:left="426"/>
        <w:rPr>
          <w:sz w:val="24"/>
          <w:szCs w:val="24"/>
        </w:rPr>
      </w:pPr>
      <w:r w:rsidRPr="007E6F34">
        <w:rPr>
          <w:rFonts w:eastAsia="Cambria"/>
          <w:sz w:val="24"/>
          <w:szCs w:val="24"/>
        </w:rPr>
        <w:t xml:space="preserve">Ćwiczenia: </w:t>
      </w:r>
      <w:r w:rsidR="00CF1BCD">
        <w:rPr>
          <w:sz w:val="24"/>
          <w:szCs w:val="24"/>
        </w:rPr>
        <w:t>m</w:t>
      </w:r>
      <w:r w:rsidRPr="007E6F34">
        <w:rPr>
          <w:sz w:val="24"/>
          <w:szCs w:val="24"/>
        </w:rPr>
        <w:t>etody stosowane na ćwiczeniach: analiza przepisów prawnych z zakresu omawianej tematyki, kazusy, dyskusja</w:t>
      </w:r>
      <w:r w:rsidRPr="007E6F34">
        <w:rPr>
          <w:b/>
          <w:smallCaps/>
          <w:sz w:val="24"/>
          <w:szCs w:val="24"/>
        </w:rPr>
        <w:t xml:space="preserve">, </w:t>
      </w:r>
      <w:r w:rsidRPr="007E6F34">
        <w:rPr>
          <w:sz w:val="24"/>
          <w:szCs w:val="24"/>
        </w:rPr>
        <w:t>metody kształcenia na odległość.</w:t>
      </w:r>
    </w:p>
    <w:p w14:paraId="7C4D747F" w14:textId="77777777" w:rsidR="00CF1BCD" w:rsidRPr="007E6F34" w:rsidRDefault="00CF1BCD" w:rsidP="00F60FC2">
      <w:pPr>
        <w:spacing w:after="0" w:line="240" w:lineRule="auto"/>
        <w:rPr>
          <w:b/>
          <w:smallCaps/>
          <w:sz w:val="24"/>
          <w:szCs w:val="24"/>
        </w:rPr>
      </w:pPr>
    </w:p>
    <w:p w14:paraId="267608EB" w14:textId="77777777" w:rsidR="0085747A" w:rsidRPr="009C54AE" w:rsidRDefault="00C61DC5" w:rsidP="00CF1B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40D53F" w14:textId="77777777" w:rsidR="00923D7D" w:rsidRPr="009C54AE" w:rsidRDefault="00923D7D" w:rsidP="00CF1B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19C5D" w14:textId="78B64750" w:rsidR="0085747A" w:rsidRPr="009C54AE" w:rsidRDefault="0085747A" w:rsidP="00CF1B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F60FC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88AC1" w14:textId="77777777" w:rsidR="0085747A" w:rsidRPr="009C54AE" w:rsidRDefault="0085747A" w:rsidP="00CF1B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237"/>
        <w:gridCol w:w="1978"/>
      </w:tblGrid>
      <w:tr w:rsidR="0085747A" w:rsidRPr="009C54AE" w14:paraId="21C4306E" w14:textId="77777777" w:rsidTr="00F60FC2">
        <w:tc>
          <w:tcPr>
            <w:tcW w:w="1305" w:type="dxa"/>
            <w:vAlign w:val="center"/>
          </w:tcPr>
          <w:p w14:paraId="578FE85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46D0ACAA" w14:textId="49BE7AEB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A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E7CE0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978" w:type="dxa"/>
            <w:vAlign w:val="center"/>
          </w:tcPr>
          <w:p w14:paraId="27CCF46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C80D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520" w:rsidRPr="009C54AE" w14:paraId="5A348536" w14:textId="77777777" w:rsidTr="00F60FC2">
        <w:tc>
          <w:tcPr>
            <w:tcW w:w="1305" w:type="dxa"/>
          </w:tcPr>
          <w:p w14:paraId="7E82AFEB" w14:textId="020D762C" w:rsidR="00AE3520" w:rsidRPr="00F60FC2" w:rsidRDefault="00F60FC2" w:rsidP="00F6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>EK_01-13</w:t>
            </w:r>
          </w:p>
        </w:tc>
        <w:tc>
          <w:tcPr>
            <w:tcW w:w="6237" w:type="dxa"/>
          </w:tcPr>
          <w:p w14:paraId="76A3C0E8" w14:textId="77777777" w:rsidR="00AE3520" w:rsidRPr="00F60FC2" w:rsidRDefault="00850352" w:rsidP="00F60FC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0FC2">
              <w:rPr>
                <w:rFonts w:ascii="Corbel" w:hAnsi="Corbel"/>
                <w:sz w:val="24"/>
                <w:szCs w:val="24"/>
              </w:rPr>
              <w:t>e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F60FC2">
              <w:rPr>
                <w:rFonts w:ascii="Corbel" w:hAnsi="Corbel"/>
                <w:sz w:val="24"/>
                <w:szCs w:val="24"/>
              </w:rPr>
              <w:t>p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1978" w:type="dxa"/>
          </w:tcPr>
          <w:p w14:paraId="032C6BE9" w14:textId="77777777" w:rsidR="00AE3520" w:rsidRPr="00F60FC2" w:rsidRDefault="00AE3520" w:rsidP="00F60F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60FC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E3520" w:rsidRPr="009C54AE" w14:paraId="0931C64C" w14:textId="77777777" w:rsidTr="00F60FC2">
        <w:tc>
          <w:tcPr>
            <w:tcW w:w="1305" w:type="dxa"/>
          </w:tcPr>
          <w:p w14:paraId="2BE751F8" w14:textId="67200C73" w:rsidR="00AE3520" w:rsidRPr="00F60FC2" w:rsidRDefault="00F60FC2" w:rsidP="00F6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>EK_14,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60FC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6237" w:type="dxa"/>
          </w:tcPr>
          <w:p w14:paraId="64407068" w14:textId="77777777" w:rsidR="00AE3520" w:rsidRPr="00F60FC2" w:rsidRDefault="00850352" w:rsidP="00F60FC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0FC2">
              <w:rPr>
                <w:rFonts w:ascii="Corbel" w:hAnsi="Corbel"/>
                <w:sz w:val="24"/>
                <w:szCs w:val="24"/>
              </w:rPr>
              <w:t>r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1978" w:type="dxa"/>
          </w:tcPr>
          <w:p w14:paraId="17253367" w14:textId="77777777" w:rsidR="00AE3520" w:rsidRPr="00F60FC2" w:rsidRDefault="00AE3520" w:rsidP="00F60F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60FC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E3520" w:rsidRPr="009C54AE" w14:paraId="1479FE82" w14:textId="77777777" w:rsidTr="00F60FC2">
        <w:tc>
          <w:tcPr>
            <w:tcW w:w="1305" w:type="dxa"/>
          </w:tcPr>
          <w:p w14:paraId="5590F6D9" w14:textId="3832306B" w:rsidR="00AE3520" w:rsidRPr="00F60FC2" w:rsidRDefault="00F60FC2" w:rsidP="00F6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237" w:type="dxa"/>
          </w:tcPr>
          <w:p w14:paraId="355AC73D" w14:textId="77777777" w:rsidR="00AE3520" w:rsidRPr="00F60FC2" w:rsidRDefault="00850352" w:rsidP="00F60FC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0FC2">
              <w:rPr>
                <w:rFonts w:ascii="Corbel" w:hAnsi="Corbel"/>
                <w:sz w:val="24"/>
                <w:szCs w:val="24"/>
              </w:rPr>
              <w:t>e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F60FC2">
              <w:rPr>
                <w:rFonts w:ascii="Corbel" w:hAnsi="Corbel"/>
                <w:sz w:val="24"/>
                <w:szCs w:val="24"/>
              </w:rPr>
              <w:t>p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 w:rsidRPr="00F60FC2">
              <w:rPr>
                <w:rFonts w:ascii="Corbel" w:hAnsi="Corbel"/>
                <w:sz w:val="24"/>
                <w:szCs w:val="24"/>
              </w:rPr>
              <w:t>d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1978" w:type="dxa"/>
          </w:tcPr>
          <w:p w14:paraId="769A31EB" w14:textId="77777777" w:rsidR="00AE3520" w:rsidRPr="00F60FC2" w:rsidRDefault="00AE3520" w:rsidP="00F60F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60FC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E3520" w:rsidRPr="009C54AE" w14:paraId="015DAB3B" w14:textId="77777777" w:rsidTr="00F60FC2">
        <w:tc>
          <w:tcPr>
            <w:tcW w:w="1305" w:type="dxa"/>
          </w:tcPr>
          <w:p w14:paraId="272577B4" w14:textId="3746ED1D" w:rsidR="00AE3520" w:rsidRPr="00F60FC2" w:rsidRDefault="00F60FC2" w:rsidP="00F6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237" w:type="dxa"/>
          </w:tcPr>
          <w:p w14:paraId="636DE9E3" w14:textId="77777777" w:rsidR="00AE3520" w:rsidRPr="00F60FC2" w:rsidRDefault="00AE3520" w:rsidP="00F60FC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0FC2">
              <w:rPr>
                <w:rFonts w:ascii="Corbel" w:hAnsi="Corbel"/>
                <w:sz w:val="24"/>
                <w:szCs w:val="24"/>
              </w:rPr>
              <w:t xml:space="preserve">debata, </w:t>
            </w:r>
            <w:r w:rsidR="00850352" w:rsidRPr="00F60FC2">
              <w:rPr>
                <w:rFonts w:ascii="Corbel" w:hAnsi="Corbel"/>
                <w:sz w:val="24"/>
                <w:szCs w:val="24"/>
              </w:rPr>
              <w:t>r</w:t>
            </w:r>
            <w:r w:rsidRPr="00F60FC2">
              <w:rPr>
                <w:rFonts w:ascii="Corbel" w:hAnsi="Corbel"/>
                <w:sz w:val="24"/>
                <w:szCs w:val="24"/>
              </w:rPr>
              <w:t xml:space="preserve">ozwiązywanie </w:t>
            </w:r>
            <w:r w:rsidR="00850352" w:rsidRPr="00F60FC2">
              <w:rPr>
                <w:rFonts w:ascii="Corbel" w:hAnsi="Corbel"/>
                <w:sz w:val="24"/>
                <w:szCs w:val="24"/>
              </w:rPr>
              <w:t>ka</w:t>
            </w:r>
            <w:r w:rsidRPr="00F60FC2">
              <w:rPr>
                <w:rFonts w:ascii="Corbel" w:hAnsi="Corbel"/>
                <w:sz w:val="24"/>
                <w:szCs w:val="24"/>
              </w:rPr>
              <w:t xml:space="preserve">zusów, </w:t>
            </w:r>
            <w:r w:rsidR="00850352" w:rsidRPr="00F60FC2">
              <w:rPr>
                <w:rFonts w:ascii="Corbel" w:hAnsi="Corbel"/>
                <w:sz w:val="24"/>
                <w:szCs w:val="24"/>
              </w:rPr>
              <w:t>s</w:t>
            </w:r>
            <w:r w:rsidRPr="00F60FC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1978" w:type="dxa"/>
          </w:tcPr>
          <w:p w14:paraId="0AB29DD5" w14:textId="77777777" w:rsidR="00AE3520" w:rsidRPr="00F60FC2" w:rsidRDefault="00AE3520" w:rsidP="00F60F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60FC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E3520" w:rsidRPr="009C54AE" w14:paraId="09327648" w14:textId="77777777" w:rsidTr="00F60FC2">
        <w:tc>
          <w:tcPr>
            <w:tcW w:w="1305" w:type="dxa"/>
          </w:tcPr>
          <w:p w14:paraId="017EA86A" w14:textId="144CF51A" w:rsidR="00AE3520" w:rsidRPr="00F60FC2" w:rsidRDefault="00F60FC2" w:rsidP="00F6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237" w:type="dxa"/>
          </w:tcPr>
          <w:p w14:paraId="730FA3E7" w14:textId="77777777" w:rsidR="00AE3520" w:rsidRPr="00F60FC2" w:rsidRDefault="00850352" w:rsidP="00F60FC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0FC2">
              <w:rPr>
                <w:rFonts w:ascii="Corbel" w:hAnsi="Corbel"/>
                <w:sz w:val="24"/>
                <w:szCs w:val="24"/>
              </w:rPr>
              <w:t>d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 xml:space="preserve">yskusja, </w:t>
            </w:r>
            <w:r w:rsidRPr="00F60FC2">
              <w:rPr>
                <w:rFonts w:ascii="Corbel" w:hAnsi="Corbel"/>
                <w:sz w:val="24"/>
                <w:szCs w:val="24"/>
              </w:rPr>
              <w:t>s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1978" w:type="dxa"/>
          </w:tcPr>
          <w:p w14:paraId="3A0FBF80" w14:textId="77777777" w:rsidR="00AE3520" w:rsidRPr="00F60FC2" w:rsidRDefault="00AE3520" w:rsidP="00F60F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60FC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E3520" w:rsidRPr="009C54AE" w14:paraId="71CBA58B" w14:textId="77777777" w:rsidTr="00F60FC2">
        <w:tc>
          <w:tcPr>
            <w:tcW w:w="1305" w:type="dxa"/>
          </w:tcPr>
          <w:p w14:paraId="6FF06765" w14:textId="74ACF20A" w:rsidR="00AE3520" w:rsidRPr="00F60FC2" w:rsidRDefault="00F60FC2" w:rsidP="00F6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237" w:type="dxa"/>
          </w:tcPr>
          <w:p w14:paraId="74BB7337" w14:textId="77777777" w:rsidR="00AE3520" w:rsidRPr="00F60FC2" w:rsidRDefault="00850352" w:rsidP="00F60FC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0FC2">
              <w:rPr>
                <w:rFonts w:ascii="Corbel" w:hAnsi="Corbel"/>
                <w:sz w:val="24"/>
                <w:szCs w:val="24"/>
              </w:rPr>
              <w:t>d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1978" w:type="dxa"/>
          </w:tcPr>
          <w:p w14:paraId="564009FA" w14:textId="77777777" w:rsidR="00AE3520" w:rsidRPr="00F60FC2" w:rsidRDefault="00AE3520" w:rsidP="00F60F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60FC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E3520" w:rsidRPr="009C54AE" w14:paraId="2C1FAAAE" w14:textId="77777777" w:rsidTr="00F60FC2">
        <w:tc>
          <w:tcPr>
            <w:tcW w:w="1305" w:type="dxa"/>
          </w:tcPr>
          <w:p w14:paraId="2C9AAAA7" w14:textId="6D381A13" w:rsidR="00AE3520" w:rsidRPr="00F60FC2" w:rsidRDefault="00F60FC2" w:rsidP="00F6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237" w:type="dxa"/>
          </w:tcPr>
          <w:p w14:paraId="44918489" w14:textId="77777777" w:rsidR="00AE3520" w:rsidRPr="00F60FC2" w:rsidRDefault="00850352" w:rsidP="00F60FC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0FC2">
              <w:rPr>
                <w:rFonts w:ascii="Corbel" w:hAnsi="Corbel"/>
                <w:sz w:val="24"/>
                <w:szCs w:val="24"/>
              </w:rPr>
              <w:t>e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>gzamin, pisemne sprawdzenie wiedzy</w:t>
            </w:r>
          </w:p>
        </w:tc>
        <w:tc>
          <w:tcPr>
            <w:tcW w:w="1978" w:type="dxa"/>
          </w:tcPr>
          <w:p w14:paraId="1D965AA2" w14:textId="1DA77DAF" w:rsidR="00AE3520" w:rsidRPr="00F60FC2" w:rsidRDefault="00F60FC2" w:rsidP="00F60F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E3520" w:rsidRPr="00F60FC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3520" w:rsidRPr="00F60FC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AE3520" w:rsidRPr="009C54AE" w14:paraId="67334928" w14:textId="77777777" w:rsidTr="00F60FC2">
        <w:tc>
          <w:tcPr>
            <w:tcW w:w="1305" w:type="dxa"/>
          </w:tcPr>
          <w:p w14:paraId="55E3A708" w14:textId="5B024B3E" w:rsidR="00AE3520" w:rsidRPr="00F60FC2" w:rsidRDefault="00F60FC2" w:rsidP="00F6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0FC2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237" w:type="dxa"/>
          </w:tcPr>
          <w:p w14:paraId="198BC53C" w14:textId="77777777" w:rsidR="00AE3520" w:rsidRPr="00F60FC2" w:rsidRDefault="00850352" w:rsidP="00F60FC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0FC2">
              <w:rPr>
                <w:rFonts w:ascii="Corbel" w:hAnsi="Corbel"/>
                <w:sz w:val="24"/>
                <w:szCs w:val="24"/>
              </w:rPr>
              <w:t>s</w:t>
            </w:r>
            <w:r w:rsidR="00AE3520" w:rsidRPr="00F60FC2">
              <w:rPr>
                <w:rFonts w:ascii="Corbel" w:hAnsi="Corbel"/>
                <w:sz w:val="24"/>
                <w:szCs w:val="24"/>
              </w:rPr>
              <w:t>porządzanie pism procesowych, obserwacja w trakcie zajęć</w:t>
            </w:r>
          </w:p>
        </w:tc>
        <w:tc>
          <w:tcPr>
            <w:tcW w:w="1978" w:type="dxa"/>
          </w:tcPr>
          <w:p w14:paraId="221A54C8" w14:textId="75C2D902" w:rsidR="00AE3520" w:rsidRPr="00F60FC2" w:rsidRDefault="00F60FC2" w:rsidP="00F60F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3520" w:rsidRPr="00F60FC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</w:tbl>
    <w:p w14:paraId="358A6E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A990E" w14:textId="0F31B61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F60FC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95E5FF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AB0F29" w14:textId="77777777" w:rsidTr="00923D7D">
        <w:tc>
          <w:tcPr>
            <w:tcW w:w="9670" w:type="dxa"/>
          </w:tcPr>
          <w:p w14:paraId="30751C59" w14:textId="7E524855" w:rsidR="00443A4A" w:rsidRDefault="00AE3520" w:rsidP="00F60FC2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>zamin</w:t>
            </w:r>
            <w:r w:rsidR="00443A4A">
              <w:rPr>
                <w:rFonts w:ascii="Corbel" w:hAnsi="Corbel"/>
                <w:sz w:val="24"/>
                <w:szCs w:val="24"/>
              </w:rPr>
              <w:t xml:space="preserve">: </w:t>
            </w:r>
            <w:r w:rsidR="00473167">
              <w:rPr>
                <w:rFonts w:ascii="Corbel" w:hAnsi="Corbel"/>
                <w:sz w:val="24"/>
                <w:szCs w:val="24"/>
              </w:rPr>
              <w:t>5 pytań otwartych - indywidualne prawo pracy, 3 pytania otwarte - zbiorowe prawo pracy</w:t>
            </w:r>
          </w:p>
          <w:p w14:paraId="4D9FC73B" w14:textId="5EC7C248" w:rsidR="0085747A" w:rsidRPr="004E46CB" w:rsidRDefault="00AE3520" w:rsidP="00F60FC2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14:paraId="0E713A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E8A49" w14:textId="77777777" w:rsidR="009F4610" w:rsidRPr="009C54AE" w:rsidRDefault="0085747A" w:rsidP="00F60FC2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6BCC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274C91E1" w14:textId="77777777" w:rsidTr="00F60FC2">
        <w:tc>
          <w:tcPr>
            <w:tcW w:w="5132" w:type="dxa"/>
            <w:vAlign w:val="center"/>
          </w:tcPr>
          <w:p w14:paraId="4E806E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28C6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BD1614" w14:textId="77777777" w:rsidTr="00F60FC2">
        <w:tc>
          <w:tcPr>
            <w:tcW w:w="5132" w:type="dxa"/>
          </w:tcPr>
          <w:p w14:paraId="3F851BA9" w14:textId="01232CA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F60FC2">
              <w:rPr>
                <w:rFonts w:ascii="Corbel" w:hAnsi="Corbel"/>
                <w:sz w:val="24"/>
                <w:szCs w:val="24"/>
              </w:rPr>
              <w:br/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5A6D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708301B3" w14:textId="73365DDA" w:rsidR="0085747A" w:rsidRDefault="00AE3520" w:rsidP="00F60F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443A4A">
              <w:rPr>
                <w:rFonts w:ascii="Corbel" w:hAnsi="Corbel"/>
                <w:sz w:val="24"/>
                <w:szCs w:val="24"/>
              </w:rPr>
              <w:t>60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CE53207" w14:textId="77777777" w:rsidR="00AE3520" w:rsidRPr="009C54AE" w:rsidRDefault="00AE3520" w:rsidP="00F60F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60 godz.</w:t>
            </w:r>
          </w:p>
        </w:tc>
      </w:tr>
      <w:tr w:rsidR="00C61DC5" w:rsidRPr="009C54AE" w14:paraId="7104CBFD" w14:textId="77777777" w:rsidTr="00F60FC2">
        <w:tc>
          <w:tcPr>
            <w:tcW w:w="5132" w:type="dxa"/>
          </w:tcPr>
          <w:p w14:paraId="0404C7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66713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7B5F56D0" w14:textId="77777777" w:rsidR="00C61DC5" w:rsidRDefault="00AE3520" w:rsidP="00F60F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2 godz.</w:t>
            </w:r>
          </w:p>
          <w:p w14:paraId="13925CF5" w14:textId="77777777" w:rsidR="00AE3520" w:rsidRPr="009C54AE" w:rsidRDefault="00AE3520" w:rsidP="00F60F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C61DC5" w:rsidRPr="009C54AE" w14:paraId="7D9EE260" w14:textId="77777777" w:rsidTr="00F60FC2">
        <w:tc>
          <w:tcPr>
            <w:tcW w:w="5132" w:type="dxa"/>
          </w:tcPr>
          <w:p w14:paraId="6012907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33CD9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1080675C" w14:textId="15F9A9E9" w:rsidR="00C61DC5" w:rsidRDefault="00AE3520" w:rsidP="00F60F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 w:rsidR="00DF2029">
              <w:rPr>
                <w:rFonts w:ascii="Corbel" w:hAnsi="Corbel"/>
                <w:sz w:val="24"/>
                <w:szCs w:val="24"/>
              </w:rPr>
              <w:t>37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909F23D" w14:textId="77777777" w:rsidR="00AE3520" w:rsidRPr="009C54AE" w:rsidRDefault="00AE3520" w:rsidP="00F60F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4E46CB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C54AE" w14:paraId="302F2444" w14:textId="77777777" w:rsidTr="00F60FC2">
        <w:tc>
          <w:tcPr>
            <w:tcW w:w="5132" w:type="dxa"/>
          </w:tcPr>
          <w:p w14:paraId="535F83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123FAF27" w14:textId="45B48329" w:rsidR="0085747A" w:rsidRPr="009C54AE" w:rsidRDefault="00443A4A" w:rsidP="00F60F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  <w:r w:rsidR="00AE352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C643C09" w14:textId="77777777" w:rsidTr="00F60FC2">
        <w:tc>
          <w:tcPr>
            <w:tcW w:w="5132" w:type="dxa"/>
          </w:tcPr>
          <w:p w14:paraId="1B8F07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92F7339" w14:textId="7E52092F" w:rsidR="0085747A" w:rsidRPr="009C54AE" w:rsidRDefault="00443A4A" w:rsidP="00F60F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AE3520">
              <w:rPr>
                <w:rFonts w:ascii="Corbel" w:hAnsi="Corbel"/>
                <w:sz w:val="24"/>
                <w:szCs w:val="24"/>
              </w:rPr>
              <w:t xml:space="preserve"> punktów</w:t>
            </w:r>
          </w:p>
        </w:tc>
      </w:tr>
    </w:tbl>
    <w:p w14:paraId="7C5FCF13" w14:textId="77777777" w:rsidR="0085747A" w:rsidRPr="009C54AE" w:rsidRDefault="00923D7D" w:rsidP="00F60FC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9819B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06205" w14:textId="567D11C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55D25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9C54AE" w14:paraId="402262C7" w14:textId="77777777" w:rsidTr="00F60FC2">
        <w:trPr>
          <w:trHeight w:val="397"/>
        </w:trPr>
        <w:tc>
          <w:tcPr>
            <w:tcW w:w="3940" w:type="dxa"/>
          </w:tcPr>
          <w:p w14:paraId="316315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4CF366" w14:textId="3B314193" w:rsidR="0085747A" w:rsidRPr="009C54AE" w:rsidRDefault="00DF20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40171D0" w14:textId="77777777" w:rsidTr="00F60FC2">
        <w:trPr>
          <w:trHeight w:val="397"/>
        </w:trPr>
        <w:tc>
          <w:tcPr>
            <w:tcW w:w="3940" w:type="dxa"/>
          </w:tcPr>
          <w:p w14:paraId="023434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C17710" w14:textId="65D6FF22" w:rsidR="0085747A" w:rsidRPr="009C54AE" w:rsidRDefault="00DF20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67810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1CE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F01D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7B92712C" w14:textId="77777777" w:rsidTr="00F60FC2">
        <w:trPr>
          <w:trHeight w:val="397"/>
        </w:trPr>
        <w:tc>
          <w:tcPr>
            <w:tcW w:w="7909" w:type="dxa"/>
          </w:tcPr>
          <w:p w14:paraId="74A38ABE" w14:textId="77777777" w:rsidR="0085747A" w:rsidRPr="00F60FC2" w:rsidRDefault="0085747A" w:rsidP="00F60FC2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F60FC2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7745CAE" w14:textId="77777777" w:rsidR="004E46CB" w:rsidRPr="001B59B6" w:rsidRDefault="004E46CB" w:rsidP="00F60FC2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06C5AC98" w14:textId="77777777" w:rsidR="004E46CB" w:rsidRPr="001B59B6" w:rsidRDefault="004E46CB" w:rsidP="00F60FC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3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687B0454" w14:textId="77777777" w:rsidR="004E46CB" w:rsidRPr="001B59B6" w:rsidRDefault="004E46CB" w:rsidP="00F60FC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3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526204CC" w14:textId="77777777" w:rsidR="004E46CB" w:rsidRPr="001B59B6" w:rsidRDefault="004E46CB" w:rsidP="00F60FC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3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Krzysztof W. Baran</w:t>
            </w:r>
            <w:r w:rsidR="00850352"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14:paraId="155EF0BC" w14:textId="70B9EEB8" w:rsidR="004E46CB" w:rsidRDefault="004E46CB" w:rsidP="00F60FC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3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14:paraId="764621FA" w14:textId="3161BF5D" w:rsidR="004E46CB" w:rsidRPr="00F60FC2" w:rsidRDefault="00A12D61" w:rsidP="00F60FC2">
            <w:pPr>
              <w:pStyle w:val="Punktygwne"/>
              <w:numPr>
                <w:ilvl w:val="0"/>
                <w:numId w:val="2"/>
              </w:numPr>
              <w:spacing w:before="0" w:after="12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</w:tc>
      </w:tr>
      <w:tr w:rsidR="0085747A" w:rsidRPr="009C54AE" w14:paraId="55F1CE8E" w14:textId="77777777" w:rsidTr="00F60FC2">
        <w:trPr>
          <w:trHeight w:val="397"/>
        </w:trPr>
        <w:tc>
          <w:tcPr>
            <w:tcW w:w="7909" w:type="dxa"/>
          </w:tcPr>
          <w:p w14:paraId="3C0CA0D7" w14:textId="77777777" w:rsidR="0085747A" w:rsidRPr="00F60FC2" w:rsidRDefault="0085747A" w:rsidP="00F60FC2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F60FC2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49591C7" w14:textId="77777777" w:rsidR="00850352" w:rsidRPr="00850352" w:rsidRDefault="00850352" w:rsidP="00F60FC2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14:paraId="790633AA" w14:textId="3CFA06F6" w:rsidR="00850352" w:rsidRPr="00850352" w:rsidRDefault="00850352" w:rsidP="00F60FC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60FC2" w:rsidRPr="00850352">
              <w:rPr>
                <w:rFonts w:ascii="Corbel" w:hAnsi="Corbel"/>
                <w:b w:val="0"/>
                <w:smallCaps w:val="0"/>
                <w:szCs w:val="24"/>
              </w:rPr>
              <w:t>Jędrasik</w:t>
            </w:r>
            <w:r w:rsidRPr="00850352">
              <w:rPr>
                <w:rFonts w:ascii="Corbel" w:hAnsi="Corbel"/>
                <w:b w:val="0"/>
                <w:smallCaps w:val="0"/>
                <w:szCs w:val="24"/>
              </w:rPr>
              <w:t>-Jankowska „Pojęcie i konstrukcje prawne ubezpieczenia społecznego”</w:t>
            </w:r>
          </w:p>
          <w:p w14:paraId="7DF8FFAF" w14:textId="77777777" w:rsidR="00850352" w:rsidRPr="00850352" w:rsidRDefault="00850352" w:rsidP="00F60FC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46EEA3B2" w14:textId="1FC3213B" w:rsidR="00850352" w:rsidRDefault="00A12D61" w:rsidP="00F60FC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Jerzy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Wratny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Krzysztof Walczak (pod red.) „Zbiorowe prawo pracy. Komentarz”</w:t>
            </w:r>
          </w:p>
          <w:p w14:paraId="01C17535" w14:textId="4004896C" w:rsidR="00A12D61" w:rsidRDefault="00A12D61" w:rsidP="00F60FC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Kowalczyk,” Pojęcie i skutki prawne zasady reprezentatywności związków zawodowych w prawie polskim”</w:t>
            </w:r>
          </w:p>
          <w:p w14:paraId="4C0AD09C" w14:textId="1BDE9673" w:rsidR="00850352" w:rsidRPr="00F60FC2" w:rsidRDefault="00A12D61" w:rsidP="00F60FC2">
            <w:pPr>
              <w:pStyle w:val="Punktygwne"/>
              <w:numPr>
                <w:ilvl w:val="0"/>
                <w:numId w:val="3"/>
              </w:numPr>
              <w:spacing w:before="0" w:after="12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„Pojęcie sporu zbiorowego oraz pokojowe metody jego rozwiązywania w prawie polski”</w:t>
            </w:r>
          </w:p>
        </w:tc>
      </w:tr>
    </w:tbl>
    <w:p w14:paraId="388E0E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C69A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E731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7A6DF" w14:textId="77777777" w:rsidR="00927C52" w:rsidRDefault="00927C52" w:rsidP="00C16ABF">
      <w:pPr>
        <w:spacing w:after="0" w:line="240" w:lineRule="auto"/>
      </w:pPr>
      <w:r>
        <w:separator/>
      </w:r>
    </w:p>
  </w:endnote>
  <w:endnote w:type="continuationSeparator" w:id="0">
    <w:p w14:paraId="0F6E85B9" w14:textId="77777777" w:rsidR="00927C52" w:rsidRDefault="00927C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E3E44" w14:textId="77777777" w:rsidR="00927C52" w:rsidRDefault="00927C52" w:rsidP="00C16ABF">
      <w:pPr>
        <w:spacing w:after="0" w:line="240" w:lineRule="auto"/>
      </w:pPr>
      <w:r>
        <w:separator/>
      </w:r>
    </w:p>
  </w:footnote>
  <w:footnote w:type="continuationSeparator" w:id="0">
    <w:p w14:paraId="048C75A8" w14:textId="77777777" w:rsidR="00927C52" w:rsidRDefault="00927C52" w:rsidP="00C16ABF">
      <w:pPr>
        <w:spacing w:after="0" w:line="240" w:lineRule="auto"/>
      </w:pPr>
      <w:r>
        <w:continuationSeparator/>
      </w:r>
    </w:p>
  </w:footnote>
  <w:footnote w:id="1">
    <w:p w14:paraId="21A38E3A" w14:textId="77777777" w:rsidR="00850352" w:rsidRDefault="00850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B4318"/>
    <w:multiLevelType w:val="multilevel"/>
    <w:tmpl w:val="4BEC295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026190">
    <w:abstractNumId w:val="1"/>
  </w:num>
  <w:num w:numId="2" w16cid:durableId="1039403867">
    <w:abstractNumId w:val="3"/>
  </w:num>
  <w:num w:numId="3" w16cid:durableId="146828546">
    <w:abstractNumId w:val="2"/>
  </w:num>
  <w:num w:numId="4" w16cid:durableId="18205359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130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934"/>
    <w:rsid w:val="00186FD7"/>
    <w:rsid w:val="00192F37"/>
    <w:rsid w:val="001A70D2"/>
    <w:rsid w:val="001B59B6"/>
    <w:rsid w:val="001D657B"/>
    <w:rsid w:val="001D7B54"/>
    <w:rsid w:val="001E0209"/>
    <w:rsid w:val="001F2CA2"/>
    <w:rsid w:val="00204EC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AEF"/>
    <w:rsid w:val="003F38C0"/>
    <w:rsid w:val="00414E3C"/>
    <w:rsid w:val="0042244A"/>
    <w:rsid w:val="00422F26"/>
    <w:rsid w:val="0042745A"/>
    <w:rsid w:val="00431D5C"/>
    <w:rsid w:val="00435E39"/>
    <w:rsid w:val="004362C6"/>
    <w:rsid w:val="00437FA2"/>
    <w:rsid w:val="00443A4A"/>
    <w:rsid w:val="00445970"/>
    <w:rsid w:val="00461EFC"/>
    <w:rsid w:val="004652C2"/>
    <w:rsid w:val="004706D1"/>
    <w:rsid w:val="00471326"/>
    <w:rsid w:val="00473167"/>
    <w:rsid w:val="0047598D"/>
    <w:rsid w:val="004840FD"/>
    <w:rsid w:val="00490F7D"/>
    <w:rsid w:val="00491678"/>
    <w:rsid w:val="004968E2"/>
    <w:rsid w:val="004A3EEA"/>
    <w:rsid w:val="004A4D1F"/>
    <w:rsid w:val="004B5550"/>
    <w:rsid w:val="004D1A01"/>
    <w:rsid w:val="004D5282"/>
    <w:rsid w:val="004E46CB"/>
    <w:rsid w:val="004F1551"/>
    <w:rsid w:val="004F55A3"/>
    <w:rsid w:val="0050496F"/>
    <w:rsid w:val="00513B6F"/>
    <w:rsid w:val="00517C63"/>
    <w:rsid w:val="00525B2B"/>
    <w:rsid w:val="00534156"/>
    <w:rsid w:val="005363C4"/>
    <w:rsid w:val="00536BDE"/>
    <w:rsid w:val="00543ACC"/>
    <w:rsid w:val="00545164"/>
    <w:rsid w:val="0056696D"/>
    <w:rsid w:val="0059291B"/>
    <w:rsid w:val="0059484D"/>
    <w:rsid w:val="005A0855"/>
    <w:rsid w:val="005A3196"/>
    <w:rsid w:val="005A6D6D"/>
    <w:rsid w:val="005C080F"/>
    <w:rsid w:val="005C55E5"/>
    <w:rsid w:val="005C696A"/>
    <w:rsid w:val="005E6E85"/>
    <w:rsid w:val="005F31D2"/>
    <w:rsid w:val="0061029B"/>
    <w:rsid w:val="00617230"/>
    <w:rsid w:val="00620DB0"/>
    <w:rsid w:val="00621CE1"/>
    <w:rsid w:val="00624A34"/>
    <w:rsid w:val="00627FC9"/>
    <w:rsid w:val="00647FA8"/>
    <w:rsid w:val="00650C5F"/>
    <w:rsid w:val="0065392B"/>
    <w:rsid w:val="00654934"/>
    <w:rsid w:val="006620D9"/>
    <w:rsid w:val="00671958"/>
    <w:rsid w:val="00675843"/>
    <w:rsid w:val="006828C2"/>
    <w:rsid w:val="0069374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F42"/>
    <w:rsid w:val="007C3299"/>
    <w:rsid w:val="007C3BCC"/>
    <w:rsid w:val="007C4546"/>
    <w:rsid w:val="007C7213"/>
    <w:rsid w:val="007D6E56"/>
    <w:rsid w:val="007E6F34"/>
    <w:rsid w:val="007F4155"/>
    <w:rsid w:val="0081554D"/>
    <w:rsid w:val="0081707E"/>
    <w:rsid w:val="008302EF"/>
    <w:rsid w:val="008428B6"/>
    <w:rsid w:val="008449B3"/>
    <w:rsid w:val="00850352"/>
    <w:rsid w:val="0085747A"/>
    <w:rsid w:val="0088107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F3"/>
    <w:rsid w:val="008E64F4"/>
    <w:rsid w:val="008F12C9"/>
    <w:rsid w:val="008F6E29"/>
    <w:rsid w:val="00916188"/>
    <w:rsid w:val="00923D7D"/>
    <w:rsid w:val="00927C52"/>
    <w:rsid w:val="009508DF"/>
    <w:rsid w:val="00950DAC"/>
    <w:rsid w:val="00954A07"/>
    <w:rsid w:val="00966F86"/>
    <w:rsid w:val="00997F14"/>
    <w:rsid w:val="009A6760"/>
    <w:rsid w:val="009A78D9"/>
    <w:rsid w:val="009C3E31"/>
    <w:rsid w:val="009C54AE"/>
    <w:rsid w:val="009C788E"/>
    <w:rsid w:val="009E3B41"/>
    <w:rsid w:val="009F3C5C"/>
    <w:rsid w:val="009F4610"/>
    <w:rsid w:val="00A00ECC"/>
    <w:rsid w:val="00A12D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E9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1480"/>
    <w:rsid w:val="00B43B77"/>
    <w:rsid w:val="00B43E80"/>
    <w:rsid w:val="00B5643E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B5A"/>
    <w:rsid w:val="00C94B98"/>
    <w:rsid w:val="00CA2B96"/>
    <w:rsid w:val="00CA5089"/>
    <w:rsid w:val="00CD6897"/>
    <w:rsid w:val="00CE5BAC"/>
    <w:rsid w:val="00CF1BC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A42"/>
    <w:rsid w:val="00DA2114"/>
    <w:rsid w:val="00DE09C0"/>
    <w:rsid w:val="00DE4A14"/>
    <w:rsid w:val="00DF2029"/>
    <w:rsid w:val="00DF320D"/>
    <w:rsid w:val="00DF71C8"/>
    <w:rsid w:val="00E0143B"/>
    <w:rsid w:val="00E129B8"/>
    <w:rsid w:val="00E21E7D"/>
    <w:rsid w:val="00E22FBC"/>
    <w:rsid w:val="00E24BF5"/>
    <w:rsid w:val="00E25338"/>
    <w:rsid w:val="00E51E44"/>
    <w:rsid w:val="00E63348"/>
    <w:rsid w:val="00E66B7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D51"/>
    <w:rsid w:val="00F17567"/>
    <w:rsid w:val="00F249CB"/>
    <w:rsid w:val="00F27A7B"/>
    <w:rsid w:val="00F526AF"/>
    <w:rsid w:val="00F5499D"/>
    <w:rsid w:val="00F55956"/>
    <w:rsid w:val="00F60FC2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5AFD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F5BA0-A7D1-42AC-8E0C-4A755BA61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1424</Words>
  <Characters>8549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</cp:revision>
  <cp:lastPrinted>2019-02-06T12:12:00Z</cp:lastPrinted>
  <dcterms:created xsi:type="dcterms:W3CDTF">2026-01-22T09:24:00Z</dcterms:created>
  <dcterms:modified xsi:type="dcterms:W3CDTF">2026-01-22T10:54:00Z</dcterms:modified>
</cp:coreProperties>
</file>